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EAAE9" w14:textId="77777777" w:rsidR="005D7075" w:rsidRDefault="00EA3FBB" w:rsidP="00EA3FBB">
      <w:pPr>
        <w:autoSpaceDE w:val="0"/>
        <w:autoSpaceDN w:val="0"/>
        <w:adjustRightInd w:val="0"/>
        <w:rPr>
          <w:rFonts w:ascii="Arial,Bold" w:hAnsi="Arial,Bold" w:cs="Arial,Bold"/>
          <w:b/>
          <w:bCs/>
          <w:lang w:val="en-US"/>
        </w:rPr>
      </w:pPr>
      <w:r w:rsidRPr="005D7075">
        <w:rPr>
          <w:rFonts w:ascii="Arial,Bold" w:hAnsi="Arial,Bold" w:cs="Arial,Bold"/>
          <w:b/>
          <w:bCs/>
          <w:lang w:val="en-US"/>
        </w:rPr>
        <w:t xml:space="preserve"> </w:t>
      </w:r>
    </w:p>
    <w:tbl>
      <w:tblPr>
        <w:tblW w:w="10239" w:type="dxa"/>
        <w:tblInd w:w="-66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62"/>
        <w:gridCol w:w="577"/>
        <w:gridCol w:w="23"/>
        <w:gridCol w:w="277"/>
        <w:gridCol w:w="269"/>
        <w:gridCol w:w="570"/>
        <w:gridCol w:w="347"/>
        <w:gridCol w:w="223"/>
        <w:gridCol w:w="330"/>
        <w:gridCol w:w="219"/>
        <w:gridCol w:w="21"/>
        <w:gridCol w:w="670"/>
        <w:gridCol w:w="499"/>
        <w:gridCol w:w="795"/>
        <w:gridCol w:w="141"/>
        <w:gridCol w:w="27"/>
        <w:gridCol w:w="1107"/>
        <w:gridCol w:w="356"/>
        <w:gridCol w:w="408"/>
        <w:gridCol w:w="310"/>
        <w:gridCol w:w="60"/>
        <w:gridCol w:w="426"/>
        <w:gridCol w:w="81"/>
        <w:gridCol w:w="178"/>
        <w:gridCol w:w="1463"/>
      </w:tblGrid>
      <w:tr w:rsidR="00053988" w:rsidRPr="007D71BD" w14:paraId="54D4281E" w14:textId="77777777" w:rsidTr="00E2222D">
        <w:trPr>
          <w:trHeight w:val="450"/>
        </w:trPr>
        <w:tc>
          <w:tcPr>
            <w:tcW w:w="5823" w:type="dxa"/>
            <w:gridSpan w:val="15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14:paraId="2F7F7CF8" w14:textId="77777777" w:rsidR="00053988" w:rsidRPr="00DF5DEF" w:rsidRDefault="00DE46D0" w:rsidP="00053988">
            <w:pPr>
              <w:rPr>
                <w:lang w:val="en-GB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58240" behindDoc="0" locked="1" layoutInCell="0" allowOverlap="0" wp14:anchorId="0F48DDAD" wp14:editId="23B5CCBB">
                  <wp:simplePos x="0" y="0"/>
                  <wp:positionH relativeFrom="page">
                    <wp:posOffset>57785</wp:posOffset>
                  </wp:positionH>
                  <wp:positionV relativeFrom="page">
                    <wp:posOffset>123825</wp:posOffset>
                  </wp:positionV>
                  <wp:extent cx="3602990" cy="739140"/>
                  <wp:effectExtent l="0" t="0" r="0" b="3810"/>
                  <wp:wrapNone/>
                  <wp:docPr id="2" name="Grafik 2" descr="DGS-Kopf-20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GS-Kopf-20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2990" cy="7391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16" w:type="dxa"/>
            <w:gridSpan w:val="10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8EA0525" w14:textId="77777777" w:rsidR="00053988" w:rsidRPr="003D79A0" w:rsidRDefault="000330C0" w:rsidP="000330C0">
            <w:pPr>
              <w:jc w:val="center"/>
              <w:rPr>
                <w:rFonts w:ascii="Arial" w:hAnsi="Arial" w:cs="Arial"/>
                <w:sz w:val="44"/>
                <w:szCs w:val="44"/>
                <w:lang w:val="en-US"/>
              </w:rPr>
            </w:pPr>
            <w:r w:rsidRPr="003D79A0">
              <w:rPr>
                <w:rFonts w:ascii="Arial" w:hAnsi="Arial" w:cs="Arial"/>
                <w:sz w:val="44"/>
                <w:szCs w:val="44"/>
                <w:lang w:val="en-US"/>
              </w:rPr>
              <w:t>Service Report</w:t>
            </w:r>
          </w:p>
        </w:tc>
      </w:tr>
      <w:tr w:rsidR="00053988" w:rsidRPr="0034289E" w14:paraId="0BAC96BE" w14:textId="77777777" w:rsidTr="001B1621">
        <w:trPr>
          <w:trHeight w:val="322"/>
        </w:trPr>
        <w:tc>
          <w:tcPr>
            <w:tcW w:w="5823" w:type="dxa"/>
            <w:gridSpan w:val="15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6A13F245" w14:textId="77777777" w:rsidR="00053988" w:rsidRPr="00DB257A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220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422613" w14:textId="77777777" w:rsidR="00053988" w:rsidRPr="00DF5DEF" w:rsidRDefault="003E73BB" w:rsidP="00053988">
            <w:pPr>
              <w:rPr>
                <w:lang w:val="en-GB"/>
              </w:rPr>
            </w:pPr>
            <w:r w:rsidRPr="00DF5DEF">
              <w:rPr>
                <w:rFonts w:ascii="Arial" w:hAnsi="Arial" w:cs="Tahoma"/>
                <w:sz w:val="18"/>
                <w:szCs w:val="18"/>
                <w:lang w:val="en-GB"/>
              </w:rPr>
              <w:t xml:space="preserve">Repair Order </w:t>
            </w:r>
            <w:r>
              <w:rPr>
                <w:rFonts w:ascii="Arial" w:hAnsi="Arial" w:cs="Tahoma"/>
                <w:sz w:val="18"/>
                <w:szCs w:val="18"/>
                <w:lang w:val="en-GB"/>
              </w:rPr>
              <w:t xml:space="preserve">(RO) </w:t>
            </w:r>
            <w:r w:rsidRPr="00DF5DEF">
              <w:rPr>
                <w:rFonts w:ascii="Arial" w:hAnsi="Arial" w:cs="Tahoma"/>
                <w:sz w:val="18"/>
                <w:szCs w:val="18"/>
                <w:lang w:val="en-GB"/>
              </w:rPr>
              <w:t>Nr.</w:t>
            </w:r>
          </w:p>
        </w:tc>
        <w:tc>
          <w:tcPr>
            <w:tcW w:w="220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BB54AE" w14:textId="4409F35A" w:rsidR="00053988" w:rsidRPr="00DF5DEF" w:rsidRDefault="0034289E" w:rsidP="00053988">
            <w:pPr>
              <w:rPr>
                <w:lang w:val="en-GB"/>
              </w:rPr>
            </w:pPr>
            <w:proofErr w:type="spellStart"/>
            <w:r>
              <w:rPr>
                <w:sz w:val="20"/>
                <w:szCs w:val="20"/>
                <w:lang w:val="en-GB"/>
              </w:rPr>
              <w:t>Tbd</w:t>
            </w:r>
            <w:proofErr w:type="spellEnd"/>
            <w:r w:rsidRPr="0034289E">
              <w:rPr>
                <w:sz w:val="20"/>
                <w:szCs w:val="20"/>
                <w:lang w:val="en-GB"/>
              </w:rPr>
              <w:t xml:space="preserve"> by Global Industrial Solutions</w:t>
            </w:r>
          </w:p>
        </w:tc>
      </w:tr>
      <w:tr w:rsidR="00053988" w:rsidRPr="007D71BD" w14:paraId="765E600F" w14:textId="77777777" w:rsidTr="001B1621">
        <w:trPr>
          <w:trHeight w:val="186"/>
        </w:trPr>
        <w:tc>
          <w:tcPr>
            <w:tcW w:w="5823" w:type="dxa"/>
            <w:gridSpan w:val="15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71FB07E" w14:textId="77777777" w:rsidR="00053988" w:rsidRPr="00DB257A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220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C2B7D4" w14:textId="77777777" w:rsidR="00053988" w:rsidRPr="00DF5DEF" w:rsidRDefault="003E73BB" w:rsidP="00053988">
            <w:pPr>
              <w:rPr>
                <w:lang w:val="en-GB"/>
              </w:rPr>
            </w:pPr>
            <w:r>
              <w:rPr>
                <w:rFonts w:ascii="Arial" w:hAnsi="Arial" w:cs="Tahoma"/>
                <w:sz w:val="18"/>
                <w:szCs w:val="18"/>
                <w:lang w:val="en-GB"/>
              </w:rPr>
              <w:t>Date of failure</w:t>
            </w:r>
          </w:p>
        </w:tc>
        <w:tc>
          <w:tcPr>
            <w:tcW w:w="220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1302C6" w14:textId="76CB22D7" w:rsidR="00053988" w:rsidRPr="00DF5DEF" w:rsidRDefault="00CF0C2E" w:rsidP="00053988">
            <w:pPr>
              <w:rPr>
                <w:lang w:val="en-GB"/>
              </w:rPr>
            </w:pPr>
            <w:r>
              <w:rPr>
                <w:lang w:val="en-GB"/>
              </w:rPr>
              <w:t>02.06.2023</w:t>
            </w:r>
          </w:p>
        </w:tc>
      </w:tr>
      <w:tr w:rsidR="00053988" w:rsidRPr="007D71BD" w14:paraId="191FA376" w14:textId="77777777" w:rsidTr="00DB257A">
        <w:trPr>
          <w:trHeight w:val="270"/>
        </w:trPr>
        <w:tc>
          <w:tcPr>
            <w:tcW w:w="5823" w:type="dxa"/>
            <w:gridSpan w:val="15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982280" w14:textId="77777777" w:rsidR="00053988" w:rsidRPr="00DB257A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220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70567F" w14:textId="77777777" w:rsidR="00053988" w:rsidRPr="00DF5DEF" w:rsidRDefault="001B1621" w:rsidP="003E73BB">
            <w:pPr>
              <w:rPr>
                <w:lang w:val="en-GB"/>
              </w:rPr>
            </w:pPr>
            <w:r w:rsidRPr="00DF5DEF">
              <w:rPr>
                <w:rFonts w:ascii="Arial" w:hAnsi="Arial" w:cs="Tahoma"/>
                <w:sz w:val="18"/>
                <w:szCs w:val="18"/>
                <w:lang w:val="en-GB"/>
              </w:rPr>
              <w:t>R</w:t>
            </w:r>
            <w:r w:rsidR="003E73BB">
              <w:rPr>
                <w:rFonts w:ascii="Arial" w:hAnsi="Arial" w:cs="Tahoma"/>
                <w:sz w:val="18"/>
                <w:szCs w:val="18"/>
                <w:lang w:val="en-GB"/>
              </w:rPr>
              <w:t xml:space="preserve">epair Order </w:t>
            </w:r>
            <w:r w:rsidRPr="00DF5DEF">
              <w:rPr>
                <w:rFonts w:ascii="Arial" w:hAnsi="Arial" w:cs="Tahoma"/>
                <w:sz w:val="18"/>
                <w:szCs w:val="18"/>
                <w:lang w:val="en-GB"/>
              </w:rPr>
              <w:t>Open Date</w:t>
            </w:r>
          </w:p>
        </w:tc>
        <w:tc>
          <w:tcPr>
            <w:tcW w:w="220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B349B7" w14:textId="01903749" w:rsidR="00053988" w:rsidRPr="00DF5DEF" w:rsidRDefault="00CF0C2E" w:rsidP="00053988">
            <w:pPr>
              <w:rPr>
                <w:lang w:val="en-GB"/>
              </w:rPr>
            </w:pPr>
            <w:r>
              <w:rPr>
                <w:lang w:val="en-GB"/>
              </w:rPr>
              <w:t>02.06.2023</w:t>
            </w:r>
          </w:p>
        </w:tc>
      </w:tr>
      <w:tr w:rsidR="005D7075" w:rsidRPr="009343DA" w14:paraId="2AC0AC6D" w14:textId="77777777">
        <w:tc>
          <w:tcPr>
            <w:tcW w:w="10239" w:type="dxa"/>
            <w:gridSpan w:val="2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CE9F43" w14:textId="77565DFE" w:rsidR="005D7075" w:rsidRPr="003B2495" w:rsidRDefault="003B2495" w:rsidP="007969C8">
            <w:pPr>
              <w:spacing w:before="100" w:beforeAutospacing="1" w:after="119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249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&lt;&lt;Global Industrial Solutions&gt;&gt; LLC, 100097 Tashkent, </w:t>
            </w:r>
            <w:proofErr w:type="spellStart"/>
            <w:r w:rsidRPr="003B2495">
              <w:rPr>
                <w:rFonts w:ascii="Arial" w:hAnsi="Arial" w:cs="Arial"/>
                <w:b/>
                <w:bCs/>
                <w:sz w:val="22"/>
                <w:szCs w:val="22"/>
              </w:rPr>
              <w:t>Uzbekistan</w:t>
            </w:r>
            <w:proofErr w:type="spellEnd"/>
            <w:r w:rsidRPr="003B2495">
              <w:rPr>
                <w:rFonts w:ascii="Arial" w:hAnsi="Arial" w:cs="Arial"/>
                <w:b/>
                <w:bCs/>
                <w:sz w:val="22"/>
                <w:szCs w:val="22"/>
              </w:rPr>
              <w:t>, Tel: +998712319238</w:t>
            </w:r>
          </w:p>
        </w:tc>
      </w:tr>
      <w:tr w:rsidR="005D7075" w:rsidRPr="0034289E" w14:paraId="6B1A9A35" w14:textId="77777777">
        <w:tc>
          <w:tcPr>
            <w:tcW w:w="10239" w:type="dxa"/>
            <w:gridSpan w:val="2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A39868" w14:textId="17C05DE4" w:rsidR="005D7075" w:rsidRPr="00E026CB" w:rsidRDefault="003B2495" w:rsidP="005967E0">
            <w:pPr>
              <w:pStyle w:val="TabellenInhalt"/>
              <w:snapToGrid w:val="0"/>
              <w:spacing w:after="0"/>
              <w:rPr>
                <w:rFonts w:ascii="Arial" w:hAnsi="Arial" w:cs="Arial"/>
                <w:sz w:val="14"/>
                <w:szCs w:val="14"/>
                <w:lang w:val="it-IT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Report to: </w:t>
            </w:r>
            <w:r w:rsidR="005967E0" w:rsidRPr="003B249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Rolf Oerter, Customer Support, </w:t>
            </w:r>
            <w:proofErr w:type="gramStart"/>
            <w:r w:rsidR="005967E0" w:rsidRPr="003B249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Training</w:t>
            </w:r>
            <w:r w:rsidR="005967E0" w:rsidRPr="005967E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E026CB" w:rsidRPr="005967E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E026CB" w:rsidRPr="005967E0">
              <w:rPr>
                <w:rFonts w:ascii="Arial" w:hAnsi="Arial" w:cs="Arial"/>
                <w:sz w:val="16"/>
                <w:szCs w:val="16"/>
                <w:lang w:val="en-US"/>
              </w:rPr>
              <w:t>Tel</w:t>
            </w:r>
            <w:proofErr w:type="gramEnd"/>
            <w:r w:rsidR="00E026CB" w:rsidRPr="005967E0">
              <w:rPr>
                <w:rFonts w:ascii="Arial" w:hAnsi="Arial" w:cs="Arial"/>
                <w:sz w:val="16"/>
                <w:szCs w:val="16"/>
                <w:lang w:val="en-US"/>
              </w:rPr>
              <w:t xml:space="preserve">: </w:t>
            </w:r>
            <w:r w:rsidR="005967E0" w:rsidRPr="005967E0">
              <w:rPr>
                <w:rFonts w:ascii="Arial" w:hAnsi="Arial" w:cs="Arial"/>
                <w:sz w:val="16"/>
                <w:szCs w:val="16"/>
                <w:lang w:val="en-US"/>
              </w:rPr>
              <w:t>+49 6131-5807-737</w:t>
            </w:r>
            <w:r w:rsidR="005967E0">
              <w:rPr>
                <w:rFonts w:ascii="Arial" w:hAnsi="Arial" w:cs="Arial"/>
                <w:sz w:val="16"/>
                <w:szCs w:val="16"/>
                <w:lang w:val="en-US"/>
              </w:rPr>
              <w:t>, cell: +49 1761-5807-737</w:t>
            </w:r>
            <w:r w:rsidR="005967E0" w:rsidRPr="005967E0">
              <w:rPr>
                <w:rFonts w:ascii="Arial" w:hAnsi="Arial" w:cs="Arial"/>
                <w:sz w:val="16"/>
                <w:szCs w:val="16"/>
                <w:lang w:val="en-US"/>
              </w:rPr>
              <w:t xml:space="preserve">  email: </w:t>
            </w:r>
            <w:hyperlink r:id="rId6" w:history="1">
              <w:r w:rsidR="005967E0" w:rsidRPr="005967E0">
                <w:rPr>
                  <w:rStyle w:val="Hyperlink"/>
                  <w:rFonts w:ascii="Arial" w:hAnsi="Arial" w:cs="Arial"/>
                  <w:sz w:val="16"/>
                  <w:szCs w:val="16"/>
                  <w:lang w:val="en-US"/>
                </w:rPr>
                <w:t>roerter@dgs-mainz.com</w:t>
              </w:r>
            </w:hyperlink>
            <w:r w:rsidR="005967E0" w:rsidRPr="005967E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5D7075" w:rsidRPr="00DB257A" w14:paraId="3745D90C" w14:textId="77777777" w:rsidTr="00146F5A">
        <w:trPr>
          <w:trHeight w:val="25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769AC794" w14:textId="77777777" w:rsidR="005D7075" w:rsidRPr="00E026CB" w:rsidRDefault="005D7075" w:rsidP="004C1934">
            <w:pPr>
              <w:pStyle w:val="TabellenInhalt"/>
              <w:snapToGrid w:val="0"/>
              <w:spacing w:after="0"/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856" w:type="dxa"/>
            <w:gridSpan w:val="10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AE7815D" w14:textId="77777777" w:rsidR="005D7075" w:rsidRPr="00E026CB" w:rsidRDefault="005D7075" w:rsidP="004C1934">
            <w:pPr>
              <w:pStyle w:val="TabellenInhalt"/>
              <w:snapToGrid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Customer, </w:t>
            </w:r>
            <w:proofErr w:type="spellStart"/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Orderer</w:t>
            </w:r>
            <w:proofErr w:type="spellEnd"/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:</w:t>
            </w:r>
          </w:p>
        </w:tc>
        <w:tc>
          <w:tcPr>
            <w:tcW w:w="3239" w:type="dxa"/>
            <w:gridSpan w:val="6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E5A855C" w14:textId="77777777" w:rsidR="005D7075" w:rsidRPr="00E026CB" w:rsidRDefault="00E2222D" w:rsidP="00E2222D">
            <w:pPr>
              <w:pStyle w:val="TabellenInhalt"/>
              <w:snapToGrid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Enduser</w:t>
            </w:r>
            <w:proofErr w:type="spellEnd"/>
            <w:r w:rsidR="005D7075"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, </w:t>
            </w: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Owner</w:t>
            </w:r>
            <w:r w:rsidR="005D7075"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 of vehicle:</w:t>
            </w:r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1BAD338" w14:textId="77777777" w:rsidR="005D7075" w:rsidRPr="00E026CB" w:rsidRDefault="005D7075" w:rsidP="004C1934">
            <w:pPr>
              <w:pStyle w:val="TabellenInhalt"/>
              <w:snapToGrid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Location of repair:</w:t>
            </w:r>
          </w:p>
        </w:tc>
      </w:tr>
      <w:tr w:rsidR="00CF0C2E" w:rsidRPr="00DF5DEF" w14:paraId="41A10E6A" w14:textId="77777777" w:rsidTr="00146F5A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DA462B3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Name:</w:t>
            </w:r>
          </w:p>
        </w:tc>
        <w:tc>
          <w:tcPr>
            <w:tcW w:w="2856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766B2F7C" w14:textId="71D8820C" w:rsidR="00CF0C2E" w:rsidRPr="00CF0C2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Yutong, Allison Transmission</w:t>
            </w:r>
          </w:p>
        </w:tc>
        <w:tc>
          <w:tcPr>
            <w:tcW w:w="3239" w:type="dxa"/>
            <w:gridSpan w:val="6"/>
            <w:tcBorders>
              <w:left w:val="single" w:sz="1" w:space="0" w:color="000000"/>
              <w:bottom w:val="single" w:sz="1" w:space="0" w:color="000000"/>
            </w:tcBorders>
          </w:tcPr>
          <w:p w14:paraId="0909ACAC" w14:textId="3D67FAD2" w:rsidR="00CF0C2E" w:rsidRPr="00CF0C2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F0C2E">
              <w:rPr>
                <w:rFonts w:ascii="Arial" w:hAnsi="Arial" w:cs="Arial"/>
                <w:sz w:val="18"/>
                <w:szCs w:val="18"/>
                <w:lang w:val="en-US"/>
              </w:rPr>
              <w:t>TOSHSHAHARTRANSXIZMAT</w:t>
            </w:r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320971" w14:textId="4566532A" w:rsidR="00CF0C2E" w:rsidRPr="00CF0C2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F0C2E">
              <w:rPr>
                <w:rFonts w:ascii="Arial" w:hAnsi="Arial" w:cs="Arial"/>
                <w:sz w:val="18"/>
                <w:szCs w:val="18"/>
                <w:lang w:val="en-US"/>
              </w:rPr>
              <w:t>TOSHSHAHARTRANSXIZMAT</w:t>
            </w:r>
          </w:p>
        </w:tc>
      </w:tr>
      <w:tr w:rsidR="00CF0C2E" w:rsidRPr="00022609" w14:paraId="356D156E" w14:textId="77777777" w:rsidTr="004E7849">
        <w:trPr>
          <w:trHeight w:val="245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5AB2D498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Street:</w:t>
            </w:r>
          </w:p>
        </w:tc>
        <w:tc>
          <w:tcPr>
            <w:tcW w:w="2856" w:type="dxa"/>
            <w:gridSpan w:val="10"/>
            <w:tcBorders>
              <w:left w:val="single" w:sz="1" w:space="0" w:color="000000"/>
            </w:tcBorders>
          </w:tcPr>
          <w:p w14:paraId="1992AE20" w14:textId="5536D864" w:rsidR="00CF0C2E" w:rsidRPr="00CD2989" w:rsidRDefault="00CD2989" w:rsidP="00CF0C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ind w:right="-108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CD2989">
              <w:rPr>
                <w:rFonts w:ascii="Arial" w:eastAsia="Lucida Sans Unicode" w:hAnsi="Arial" w:cs="Arial" w:hint="eastAsia"/>
                <w:sz w:val="18"/>
                <w:szCs w:val="18"/>
                <w:lang w:val="en-US"/>
              </w:rPr>
              <w:t>1320</w:t>
            </w:r>
            <w:r w:rsidRPr="00CD2989">
              <w:rPr>
                <w:rFonts w:ascii="Arial" w:eastAsia="Lucida Sans Unicode" w:hAnsi="Arial" w:cs="Arial"/>
                <w:sz w:val="18"/>
                <w:szCs w:val="18"/>
                <w:lang w:val="en-US"/>
              </w:rPr>
              <w:t>,Marketing</w:t>
            </w:r>
            <w:proofErr w:type="gramEnd"/>
            <w:r w:rsidRPr="00CD2989">
              <w:rPr>
                <w:rFonts w:ascii="Arial" w:eastAsia="Lucida Sans Unicode" w:hAnsi="Arial" w:cs="Arial"/>
                <w:sz w:val="18"/>
                <w:szCs w:val="18"/>
                <w:lang w:val="en-US"/>
              </w:rPr>
              <w:t xml:space="preserve"> Center, No.66 </w:t>
            </w:r>
            <w:proofErr w:type="spellStart"/>
            <w:r w:rsidRPr="00CD2989">
              <w:rPr>
                <w:rFonts w:ascii="Arial" w:eastAsia="Lucida Sans Unicode" w:hAnsi="Arial" w:cs="Arial"/>
                <w:sz w:val="18"/>
                <w:szCs w:val="18"/>
                <w:lang w:val="en-US"/>
              </w:rPr>
              <w:t>Yuxing</w:t>
            </w:r>
            <w:proofErr w:type="spellEnd"/>
            <w:r w:rsidRPr="00CD2989">
              <w:rPr>
                <w:rFonts w:ascii="Arial" w:eastAsia="Lucida Sans Unicode" w:hAnsi="Arial" w:cs="Arial"/>
                <w:sz w:val="18"/>
                <w:szCs w:val="18"/>
                <w:lang w:val="en-US"/>
              </w:rPr>
              <w:t xml:space="preserve"> Road</w:t>
            </w:r>
          </w:p>
        </w:tc>
        <w:tc>
          <w:tcPr>
            <w:tcW w:w="3239" w:type="dxa"/>
            <w:gridSpan w:val="6"/>
            <w:tcBorders>
              <w:left w:val="single" w:sz="1" w:space="0" w:color="000000"/>
            </w:tcBorders>
          </w:tcPr>
          <w:p w14:paraId="2B2ED279" w14:textId="590E233A" w:rsidR="00CF0C2E" w:rsidRPr="00CF0C2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F0C2E">
              <w:rPr>
                <w:rFonts w:ascii="Arial" w:hAnsi="Arial" w:cs="Arial"/>
                <w:sz w:val="18"/>
                <w:szCs w:val="18"/>
                <w:lang w:val="en-US"/>
              </w:rPr>
              <w:t>Amir Temur Street, 6</w:t>
            </w:r>
          </w:p>
        </w:tc>
        <w:tc>
          <w:tcPr>
            <w:tcW w:w="3282" w:type="dxa"/>
            <w:gridSpan w:val="8"/>
            <w:tcBorders>
              <w:left w:val="single" w:sz="1" w:space="0" w:color="000000"/>
              <w:right w:val="single" w:sz="1" w:space="0" w:color="000000"/>
            </w:tcBorders>
          </w:tcPr>
          <w:p w14:paraId="3E4D456C" w14:textId="3BA8C935" w:rsidR="00CF0C2E" w:rsidRPr="00CF0C2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F0C2E">
              <w:rPr>
                <w:rFonts w:ascii="Arial" w:hAnsi="Arial" w:cs="Arial"/>
                <w:sz w:val="18"/>
                <w:szCs w:val="18"/>
                <w:lang w:val="en-US"/>
              </w:rPr>
              <w:t>Amir Temur Street, 6</w:t>
            </w:r>
          </w:p>
        </w:tc>
      </w:tr>
      <w:tr w:rsidR="00CF0C2E" w:rsidRPr="00DF5DEF" w14:paraId="75AE9822" w14:textId="77777777" w:rsidTr="00146F5A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34DBE498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Town:</w:t>
            </w:r>
          </w:p>
        </w:tc>
        <w:tc>
          <w:tcPr>
            <w:tcW w:w="285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DD6791" w14:textId="786F506B" w:rsidR="00CF0C2E" w:rsidRPr="00E026CB" w:rsidRDefault="00CD2989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D2989">
              <w:rPr>
                <w:rFonts w:ascii="Arial" w:hAnsi="Arial" w:cs="Arial"/>
                <w:sz w:val="18"/>
                <w:szCs w:val="18"/>
                <w:lang w:val="en-US"/>
              </w:rPr>
              <w:t>Economic Development Zone Zhengzhou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, China</w:t>
            </w:r>
          </w:p>
        </w:tc>
        <w:tc>
          <w:tcPr>
            <w:tcW w:w="32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DB2967" w14:textId="0E6A5937" w:rsidR="00CF0C2E" w:rsidRPr="00CF0C2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F0C2E">
              <w:rPr>
                <w:rFonts w:ascii="Arial" w:hAnsi="Arial" w:cs="Arial"/>
                <w:sz w:val="18"/>
                <w:szCs w:val="18"/>
                <w:lang w:val="en-US"/>
              </w:rPr>
              <w:t>Tashkent, Uzbekistan</w:t>
            </w:r>
          </w:p>
        </w:tc>
        <w:tc>
          <w:tcPr>
            <w:tcW w:w="32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0147C" w14:textId="707D5EF1" w:rsidR="00CF0C2E" w:rsidRPr="00CF0C2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F0C2E">
              <w:rPr>
                <w:rFonts w:ascii="Arial" w:hAnsi="Arial" w:cs="Arial"/>
                <w:sz w:val="18"/>
                <w:szCs w:val="18"/>
                <w:lang w:val="en-US"/>
              </w:rPr>
              <w:t>Tashkent, Uzbekistan</w:t>
            </w:r>
          </w:p>
        </w:tc>
      </w:tr>
      <w:tr w:rsidR="00CF0C2E" w:rsidRPr="00DF5DEF" w14:paraId="617147C2" w14:textId="77777777" w:rsidTr="00146F5A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460F4E4E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ZIP Code</w:t>
            </w:r>
          </w:p>
        </w:tc>
        <w:tc>
          <w:tcPr>
            <w:tcW w:w="2856" w:type="dxa"/>
            <w:gridSpan w:val="10"/>
            <w:tcBorders>
              <w:left w:val="single" w:sz="4" w:space="0" w:color="000000"/>
              <w:bottom w:val="single" w:sz="4" w:space="0" w:color="000000"/>
            </w:tcBorders>
          </w:tcPr>
          <w:p w14:paraId="543BED36" w14:textId="77777777" w:rsidR="00CF0C2E" w:rsidRPr="00E026CB" w:rsidRDefault="00CF0C2E" w:rsidP="00CF0C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239" w:type="dxa"/>
            <w:gridSpan w:val="6"/>
            <w:tcBorders>
              <w:left w:val="single" w:sz="4" w:space="0" w:color="000000"/>
              <w:bottom w:val="single" w:sz="4" w:space="0" w:color="000000"/>
            </w:tcBorders>
          </w:tcPr>
          <w:p w14:paraId="1A081985" w14:textId="20ED5119" w:rsidR="00CF0C2E" w:rsidRPr="00CF0C2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282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7C22E" w14:textId="14B03525" w:rsidR="00CF0C2E" w:rsidRPr="00CF0C2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CF0C2E" w:rsidRPr="004E7849" w14:paraId="5EA1E98C" w14:textId="77777777" w:rsidTr="00146F5A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51DAD0A4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color w:val="FF0000"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color w:val="FF0000"/>
                <w:sz w:val="16"/>
                <w:szCs w:val="14"/>
                <w:lang w:val="en-GB"/>
              </w:rPr>
              <w:t>Province:</w:t>
            </w:r>
          </w:p>
        </w:tc>
        <w:tc>
          <w:tcPr>
            <w:tcW w:w="2856" w:type="dxa"/>
            <w:gridSpan w:val="10"/>
            <w:tcBorders>
              <w:left w:val="single" w:sz="4" w:space="0" w:color="000000"/>
              <w:bottom w:val="single" w:sz="4" w:space="0" w:color="000000"/>
            </w:tcBorders>
          </w:tcPr>
          <w:p w14:paraId="52830462" w14:textId="77777777" w:rsidR="00CF0C2E" w:rsidRPr="00E026CB" w:rsidRDefault="00CF0C2E" w:rsidP="00CF0C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3239" w:type="dxa"/>
            <w:gridSpan w:val="6"/>
            <w:tcBorders>
              <w:left w:val="single" w:sz="4" w:space="0" w:color="000000"/>
              <w:bottom w:val="single" w:sz="4" w:space="0" w:color="000000"/>
            </w:tcBorders>
          </w:tcPr>
          <w:p w14:paraId="074C1785" w14:textId="77777777" w:rsidR="00CF0C2E" w:rsidRPr="00CF0C2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282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EFCB8" w14:textId="46F38E01" w:rsidR="00CF0C2E" w:rsidRPr="00CF0C2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CF0C2E" w:rsidRPr="0037657A" w14:paraId="4130E7EA" w14:textId="77777777" w:rsidTr="00146F5A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4897D60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Contact:</w:t>
            </w:r>
          </w:p>
        </w:tc>
        <w:tc>
          <w:tcPr>
            <w:tcW w:w="2856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299B735D" w14:textId="185E67CF" w:rsidR="00CF0C2E" w:rsidRPr="0037657A" w:rsidRDefault="00CD2989" w:rsidP="006A12D3">
            <w:pPr>
              <w:spacing w:before="100" w:beforeAutospacing="1" w:after="100" w:afterAutospacing="1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  <w:r w:rsidRPr="0037657A">
              <w:rPr>
                <w:rFonts w:ascii="Arial" w:eastAsia="Lucida Sans Unicode" w:hAnsi="Arial" w:cs="Arial"/>
                <w:color w:val="FF0000"/>
                <w:sz w:val="16"/>
                <w:szCs w:val="16"/>
                <w:lang w:val="en-US"/>
              </w:rPr>
              <w:t>Yang Wei</w:t>
            </w:r>
            <w:r w:rsidR="0037657A" w:rsidRPr="0037657A">
              <w:rPr>
                <w:rFonts w:ascii="Arial" w:eastAsia="Lucida Sans Unicode" w:hAnsi="Arial" w:cs="Arial"/>
                <w:color w:val="FF0000"/>
                <w:sz w:val="16"/>
                <w:szCs w:val="16"/>
                <w:lang w:val="en-US"/>
              </w:rPr>
              <w:t>, Yutong/ Jason Ding, AT</w:t>
            </w:r>
            <w:r w:rsidR="0037657A">
              <w:rPr>
                <w:rFonts w:ascii="Arial" w:eastAsia="Lucida Sans Unicode" w:hAnsi="Arial" w:cs="Arial"/>
                <w:color w:val="FF0000"/>
                <w:sz w:val="16"/>
                <w:szCs w:val="16"/>
                <w:lang w:val="en-US"/>
              </w:rPr>
              <w:t>I</w:t>
            </w:r>
          </w:p>
        </w:tc>
        <w:tc>
          <w:tcPr>
            <w:tcW w:w="3239" w:type="dxa"/>
            <w:gridSpan w:val="6"/>
            <w:tcBorders>
              <w:left w:val="single" w:sz="1" w:space="0" w:color="000000"/>
              <w:bottom w:val="single" w:sz="1" w:space="0" w:color="000000"/>
            </w:tcBorders>
          </w:tcPr>
          <w:p w14:paraId="4BA5860F" w14:textId="7C3FD076" w:rsidR="00CF0C2E" w:rsidRPr="0037657A" w:rsidRDefault="00D52F89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52F89">
              <w:rPr>
                <w:rFonts w:ascii="Arial" w:hAnsi="Arial" w:cs="Arial"/>
                <w:sz w:val="18"/>
                <w:szCs w:val="18"/>
                <w:lang w:val="en-US"/>
              </w:rPr>
              <w:t xml:space="preserve">Azizov, </w:t>
            </w:r>
            <w:proofErr w:type="spellStart"/>
            <w:r w:rsidRPr="00D52F89">
              <w:rPr>
                <w:rFonts w:ascii="Arial" w:hAnsi="Arial" w:cs="Arial"/>
                <w:sz w:val="18"/>
                <w:szCs w:val="18"/>
                <w:lang w:val="en-US"/>
              </w:rPr>
              <w:t>Abdujamil</w:t>
            </w:r>
            <w:proofErr w:type="spellEnd"/>
            <w:r w:rsidRPr="00D52F8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52F89">
              <w:rPr>
                <w:rFonts w:ascii="Arial" w:hAnsi="Arial" w:cs="Arial"/>
                <w:sz w:val="18"/>
                <w:szCs w:val="18"/>
                <w:lang w:val="en-US"/>
              </w:rPr>
              <w:t>Abdugafarovich</w:t>
            </w:r>
            <w:proofErr w:type="spellEnd"/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14CE09" w14:textId="089B93BC" w:rsidR="00CF0C2E" w:rsidRPr="0037657A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CF0C2E" w:rsidRPr="00DF5DEF" w14:paraId="3E842C60" w14:textId="77777777" w:rsidTr="00146F5A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C3DE223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Tel.:</w:t>
            </w:r>
          </w:p>
        </w:tc>
        <w:tc>
          <w:tcPr>
            <w:tcW w:w="2856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3D19224C" w14:textId="44176AF2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39" w:type="dxa"/>
            <w:gridSpan w:val="6"/>
            <w:tcBorders>
              <w:left w:val="single" w:sz="1" w:space="0" w:color="000000"/>
              <w:bottom w:val="single" w:sz="1" w:space="0" w:color="000000"/>
            </w:tcBorders>
          </w:tcPr>
          <w:p w14:paraId="08457F53" w14:textId="4B4CF5D0" w:rsidR="00CF0C2E" w:rsidRPr="00CF0C2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F0C2E">
              <w:rPr>
                <w:rFonts w:ascii="Arial" w:hAnsi="Arial" w:cs="Arial" w:hint="eastAsia"/>
                <w:sz w:val="18"/>
                <w:szCs w:val="18"/>
                <w:lang w:val="en-US"/>
              </w:rPr>
              <w:t>+998981772552</w:t>
            </w:r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325217" w14:textId="539A394F" w:rsidR="00CF0C2E" w:rsidRPr="00CF0C2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F0C2E">
              <w:rPr>
                <w:rFonts w:ascii="Arial" w:hAnsi="Arial" w:cs="Arial" w:hint="eastAsia"/>
                <w:sz w:val="18"/>
                <w:szCs w:val="18"/>
                <w:lang w:val="en-US"/>
              </w:rPr>
              <w:t>+998981772552</w:t>
            </w:r>
          </w:p>
        </w:tc>
      </w:tr>
      <w:tr w:rsidR="00CF0C2E" w:rsidRPr="00DF5DEF" w14:paraId="1F5B20A0" w14:textId="77777777" w:rsidTr="00146F5A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6FA727A1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Fax:</w:t>
            </w:r>
          </w:p>
        </w:tc>
        <w:tc>
          <w:tcPr>
            <w:tcW w:w="2856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7AA833A3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239" w:type="dxa"/>
            <w:gridSpan w:val="6"/>
            <w:tcBorders>
              <w:left w:val="single" w:sz="1" w:space="0" w:color="000000"/>
              <w:bottom w:val="single" w:sz="1" w:space="0" w:color="000000"/>
            </w:tcBorders>
          </w:tcPr>
          <w:p w14:paraId="21D1E0A3" w14:textId="77777777" w:rsidR="00CF0C2E" w:rsidRPr="00CF0C2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A3A0C3" w14:textId="5E9573EC" w:rsidR="00CF0C2E" w:rsidRPr="00CF0C2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CF0C2E" w:rsidRPr="00DF5DEF" w14:paraId="5600ABA3" w14:textId="77777777" w:rsidTr="00146F5A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5FF4E0E" w14:textId="77777777" w:rsidR="00CF0C2E" w:rsidRPr="00CD2989" w:rsidRDefault="00CF0C2E" w:rsidP="00CD2989">
            <w:pPr>
              <w:spacing w:before="100" w:beforeAutospacing="1" w:after="100" w:afterAutospacing="1"/>
              <w:rPr>
                <w:rFonts w:ascii="Arial" w:eastAsia="Lucida Sans Unicode" w:hAnsi="Arial" w:cs="Arial"/>
                <w:color w:val="FF0000"/>
                <w:sz w:val="18"/>
                <w:szCs w:val="18"/>
                <w:lang w:val="en-US"/>
              </w:rPr>
            </w:pPr>
            <w:r w:rsidRPr="00CD2989">
              <w:rPr>
                <w:rFonts w:ascii="Arial" w:eastAsia="Lucida Sans Unicode" w:hAnsi="Arial" w:cs="Arial"/>
                <w:color w:val="FF0000"/>
                <w:sz w:val="18"/>
                <w:szCs w:val="18"/>
                <w:lang w:val="en-US"/>
              </w:rPr>
              <w:t>email:</w:t>
            </w:r>
          </w:p>
        </w:tc>
        <w:tc>
          <w:tcPr>
            <w:tcW w:w="2856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2E621DD8" w14:textId="2EF465FF" w:rsidR="00CF0C2E" w:rsidRPr="0037657A" w:rsidRDefault="00CD2989" w:rsidP="00CD2989">
            <w:pPr>
              <w:spacing w:before="100" w:beforeAutospacing="1" w:after="100" w:afterAutospacing="1"/>
              <w:rPr>
                <w:rFonts w:ascii="Arial" w:eastAsia="Lucida Sans Unicode" w:hAnsi="Arial" w:cs="Arial"/>
                <w:color w:val="FF0000"/>
                <w:sz w:val="12"/>
                <w:szCs w:val="12"/>
                <w:lang w:val="en-US"/>
              </w:rPr>
            </w:pPr>
            <w:r w:rsidRPr="0037657A">
              <w:rPr>
                <w:rFonts w:ascii="Arial" w:eastAsia="Lucida Sans Unicode" w:hAnsi="Arial" w:cs="Arial"/>
                <w:color w:val="FF0000"/>
                <w:sz w:val="12"/>
                <w:szCs w:val="12"/>
                <w:lang w:val="en-US"/>
              </w:rPr>
              <w:t>yangweih</w:t>
            </w:r>
            <w:hyperlink r:id="rId7" w:tgtFrame="_blank" w:history="1">
              <w:r w:rsidRPr="0037657A">
                <w:rPr>
                  <w:rFonts w:ascii="Arial" w:eastAsia="Lucida Sans Unicode" w:hAnsi="Arial" w:cs="Arial"/>
                  <w:color w:val="FF0000"/>
                  <w:sz w:val="12"/>
                  <w:szCs w:val="12"/>
                  <w:lang w:val="en-US"/>
                </w:rPr>
                <w:t>@yutong.com</w:t>
              </w:r>
            </w:hyperlink>
            <w:r w:rsidR="0037657A" w:rsidRPr="0037657A">
              <w:rPr>
                <w:rFonts w:ascii="Arial" w:eastAsia="Lucida Sans Unicode" w:hAnsi="Arial" w:cs="Arial"/>
                <w:color w:val="FF0000"/>
                <w:sz w:val="12"/>
                <w:szCs w:val="12"/>
                <w:lang w:val="en-US"/>
              </w:rPr>
              <w:t xml:space="preserve">, </w:t>
            </w:r>
            <w:r w:rsidR="0037657A">
              <w:rPr>
                <w:rFonts w:ascii="Arial" w:eastAsia="Lucida Sans Unicode" w:hAnsi="Arial" w:cs="Arial"/>
                <w:color w:val="FF0000"/>
                <w:sz w:val="12"/>
                <w:szCs w:val="12"/>
                <w:lang w:val="en-US"/>
              </w:rPr>
              <w:t xml:space="preserve"> Jason Ding</w:t>
            </w:r>
          </w:p>
        </w:tc>
        <w:tc>
          <w:tcPr>
            <w:tcW w:w="3239" w:type="dxa"/>
            <w:gridSpan w:val="6"/>
            <w:tcBorders>
              <w:left w:val="single" w:sz="1" w:space="0" w:color="000000"/>
              <w:bottom w:val="single" w:sz="1" w:space="0" w:color="000000"/>
            </w:tcBorders>
          </w:tcPr>
          <w:p w14:paraId="051FA823" w14:textId="627EFC36" w:rsidR="00CF0C2E" w:rsidRPr="00CF0C2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F0C2E">
              <w:rPr>
                <w:rFonts w:ascii="Arial" w:hAnsi="Arial" w:cs="Arial" w:hint="eastAsia"/>
                <w:sz w:val="18"/>
                <w:szCs w:val="18"/>
                <w:lang w:val="en-US"/>
              </w:rPr>
              <w:t>info@tashbus.uz</w:t>
            </w:r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81F0D4" w14:textId="0DDD933C" w:rsidR="00CF0C2E" w:rsidRPr="00CF0C2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F0C2E">
              <w:rPr>
                <w:rFonts w:ascii="Arial" w:hAnsi="Arial" w:cs="Arial" w:hint="eastAsia"/>
                <w:sz w:val="18"/>
                <w:szCs w:val="18"/>
                <w:lang w:val="en-US"/>
              </w:rPr>
              <w:t>info@tashbus.uz</w:t>
            </w:r>
          </w:p>
        </w:tc>
      </w:tr>
      <w:tr w:rsidR="00CF0C2E" w:rsidRPr="00DF5DEF" w14:paraId="40F3B33E" w14:textId="77777777" w:rsidTr="00A83BA2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2C57603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sz w:val="14"/>
                <w:szCs w:val="14"/>
                <w:lang w:val="en-GB"/>
              </w:rPr>
              <w:t>Customer Purchase order #:</w:t>
            </w:r>
          </w:p>
        </w:tc>
        <w:tc>
          <w:tcPr>
            <w:tcW w:w="2258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C4D3D37" w14:textId="7A663DC9" w:rsidR="00CF0C2E" w:rsidRPr="009A23E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026CB">
              <w:rPr>
                <w:rFonts w:ascii="Arial" w:hAnsi="Arial" w:cs="Arial"/>
                <w:sz w:val="14"/>
                <w:szCs w:val="14"/>
                <w:lang w:val="en-GB"/>
              </w:rPr>
              <w:t xml:space="preserve"> </w:t>
            </w:r>
            <w:r w:rsidR="00CA08F7" w:rsidRPr="009A23EE">
              <w:rPr>
                <w:rFonts w:ascii="Arial" w:hAnsi="Arial" w:cs="Arial"/>
                <w:sz w:val="18"/>
                <w:szCs w:val="18"/>
                <w:lang w:val="en-GB"/>
              </w:rPr>
              <w:t>Per email of 02.06.2023</w:t>
            </w:r>
          </w:p>
        </w:tc>
        <w:tc>
          <w:tcPr>
            <w:tcW w:w="3260" w:type="dxa"/>
            <w:gridSpan w:val="7"/>
            <w:tcBorders>
              <w:left w:val="single" w:sz="1" w:space="0" w:color="000000"/>
              <w:bottom w:val="single" w:sz="1" w:space="0" w:color="000000"/>
            </w:tcBorders>
          </w:tcPr>
          <w:p w14:paraId="5A321EA7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4FCEC4EF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sz w:val="14"/>
                <w:szCs w:val="14"/>
                <w:lang w:val="en-GB"/>
              </w:rPr>
              <w:t>Customer PO Date: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65DD9D" w14:textId="404B3DB1" w:rsidR="00CF0C2E" w:rsidRPr="00E026CB" w:rsidRDefault="00CA08F7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02.06.2023</w:t>
            </w:r>
          </w:p>
        </w:tc>
      </w:tr>
      <w:tr w:rsidR="00CF0C2E" w:rsidRPr="00DF5DEF" w14:paraId="1FDF64B0" w14:textId="77777777" w:rsidTr="00A83BA2">
        <w:tc>
          <w:tcPr>
            <w:tcW w:w="3718" w:type="dxa"/>
            <w:gridSpan w:val="11"/>
            <w:tcBorders>
              <w:left w:val="single" w:sz="1" w:space="0" w:color="000000"/>
              <w:bottom w:val="single" w:sz="1" w:space="0" w:color="000000"/>
            </w:tcBorders>
          </w:tcPr>
          <w:p w14:paraId="603017E1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Repairing Outlet (Allison Dealer)</w:t>
            </w:r>
          </w:p>
        </w:tc>
        <w:tc>
          <w:tcPr>
            <w:tcW w:w="3239" w:type="dxa"/>
            <w:gridSpan w:val="6"/>
            <w:tcBorders>
              <w:left w:val="single" w:sz="1" w:space="0" w:color="000000"/>
              <w:bottom w:val="single" w:sz="1" w:space="0" w:color="000000"/>
            </w:tcBorders>
          </w:tcPr>
          <w:p w14:paraId="30110215" w14:textId="523C9B8F" w:rsidR="00CF0C2E" w:rsidRPr="00E026CB" w:rsidRDefault="009A23E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Global Industrial Solutions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789B653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4"/>
                <w:szCs w:val="14"/>
                <w:lang w:val="en-GB"/>
              </w:rPr>
            </w:pP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2447B3" w14:textId="77777777" w:rsidR="00CF0C2E" w:rsidRPr="00E026CB" w:rsidRDefault="00CF0C2E" w:rsidP="00CF0C2E">
            <w:pPr>
              <w:pStyle w:val="TabellenInhalt"/>
              <w:snapToGrid w:val="0"/>
              <w:spacing w:after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F0C2E" w:rsidRPr="00DF5DEF" w14:paraId="48DC0258" w14:textId="77777777" w:rsidTr="00A83BA2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26726D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Transm. Model: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5600AC2B" w14:textId="3470F579" w:rsidR="00CF0C2E" w:rsidRPr="009A23EE" w:rsidRDefault="009A23E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A23EE">
              <w:rPr>
                <w:rFonts w:ascii="Arial" w:hAnsi="Arial" w:cs="Arial"/>
                <w:sz w:val="20"/>
                <w:szCs w:val="20"/>
                <w:lang w:val="en-GB"/>
              </w:rPr>
              <w:t>T375</w:t>
            </w: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2D9CF06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PN</w:t>
            </w: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28E81E7B" w14:textId="6EDDC30F" w:rsidR="00CF0C2E" w:rsidRPr="009A23EE" w:rsidRDefault="009A23EE" w:rsidP="006A12D3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A23EE">
              <w:rPr>
                <w:rFonts w:ascii="Arial" w:hAnsi="Arial" w:cs="Arial"/>
                <w:sz w:val="20"/>
                <w:szCs w:val="20"/>
                <w:lang w:val="en-GB"/>
              </w:rPr>
              <w:t>E027061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6BE60D8D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SN: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A2D541" w14:textId="467758D9" w:rsidR="00CF0C2E" w:rsidRPr="009A23EE" w:rsidRDefault="00CF0C2E" w:rsidP="00CF0C2E">
            <w:pPr>
              <w:pStyle w:val="TabellenInhalt"/>
              <w:snapToGrid w:val="0"/>
              <w:spacing w:after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A23EE">
              <w:rPr>
                <w:rFonts w:ascii="Arial" w:hAnsi="Arial" w:cs="Arial"/>
                <w:sz w:val="20"/>
                <w:szCs w:val="20"/>
                <w:lang w:val="en-US"/>
              </w:rPr>
              <w:t>6511879677</w:t>
            </w:r>
          </w:p>
        </w:tc>
      </w:tr>
      <w:tr w:rsidR="00CF0C2E" w:rsidRPr="00DF5DEF" w14:paraId="2463FF05" w14:textId="77777777" w:rsidTr="00A83BA2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B52BAD1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Replacement Transmission: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6FD5BD63" w14:textId="77777777" w:rsidR="00CF0C2E" w:rsidRPr="009A23E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5CF7A85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PN: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339C2E63" w14:textId="77777777" w:rsidR="00CF0C2E" w:rsidRPr="009A23E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09AC5F5D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SN: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D32CA1" w14:textId="405E3BFA" w:rsidR="00CF0C2E" w:rsidRPr="00E026CB" w:rsidRDefault="00E22072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22072">
              <w:rPr>
                <w:rFonts w:ascii="Arial" w:hAnsi="Arial" w:cs="Arial"/>
                <w:sz w:val="20"/>
                <w:szCs w:val="20"/>
                <w:lang w:val="en-US"/>
              </w:rPr>
              <w:t>6520238396</w:t>
            </w:r>
          </w:p>
        </w:tc>
      </w:tr>
      <w:tr w:rsidR="00CF0C2E" w:rsidRPr="00A83BA2" w14:paraId="5041A960" w14:textId="77777777" w:rsidTr="00A83BA2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B3B3730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TCM, ECU, </w:t>
            </w: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or </w:t>
            </w: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Shift Sel.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19C0F426" w14:textId="77777777" w:rsidR="00CF0C2E" w:rsidRPr="009A23E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A6302C4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PN 2: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636DCC14" w14:textId="26CDDEBF" w:rsidR="00CF0C2E" w:rsidRPr="009A23EE" w:rsidRDefault="009A23E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A23EE">
              <w:rPr>
                <w:rFonts w:ascii="Arial" w:hAnsi="Arial" w:cs="Arial"/>
                <w:sz w:val="20"/>
                <w:szCs w:val="20"/>
                <w:lang w:val="en-GB"/>
              </w:rPr>
              <w:t>63CR0YQ8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063B01EC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SN 2: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C5685E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CF0C2E" w:rsidRPr="00A83BA2" w14:paraId="022ECE68" w14:textId="77777777" w:rsidTr="00A83BA2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20BAFCE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proofErr w:type="gramStart"/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Replacement </w:t>
            </w: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TCM</w:t>
            </w:r>
            <w:proofErr w:type="gramEnd"/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, ECU, </w:t>
            </w: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or </w:t>
            </w: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Shift Sel.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156422D8" w14:textId="77777777" w:rsidR="00CF0C2E" w:rsidRPr="009A23E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D996401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Replacement       PN 2: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409E594C" w14:textId="77777777" w:rsidR="00CF0C2E" w:rsidRPr="009A23E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5D497C5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Replacement       SN 2: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CF2E45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CF0C2E" w:rsidRPr="00DF5DEF" w14:paraId="310F021C" w14:textId="77777777" w:rsidTr="00A83BA2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B12E3E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Non-Allison Part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2047DECA" w14:textId="77777777" w:rsidR="00CF0C2E" w:rsidRPr="009A23E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03AA2D5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PN 3: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648588BD" w14:textId="77777777" w:rsidR="00CF0C2E" w:rsidRPr="009A23E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71DB9FD0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SN 3: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8EDF08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CF0C2E" w:rsidRPr="00DF5DEF" w14:paraId="1F637912" w14:textId="77777777" w:rsidTr="00A83BA2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7D0BB99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Application: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0DB9A4BE" w14:textId="6F04D061" w:rsidR="00CF0C2E" w:rsidRPr="009A23EE" w:rsidRDefault="009A23EE" w:rsidP="006A12D3">
            <w:pPr>
              <w:pStyle w:val="TabellenInhalt"/>
              <w:tabs>
                <w:tab w:val="left" w:pos="1275"/>
              </w:tabs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A23EE">
              <w:rPr>
                <w:rFonts w:ascii="Arial" w:hAnsi="Arial" w:cs="Arial"/>
                <w:sz w:val="20"/>
                <w:szCs w:val="20"/>
                <w:lang w:val="en-GB"/>
              </w:rPr>
              <w:t>City Bus</w:t>
            </w:r>
            <w:r w:rsidR="006A12D3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5F1BD6E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OEM: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45FCE579" w14:textId="0180E3EE" w:rsidR="00CF0C2E" w:rsidRPr="009A23EE" w:rsidRDefault="009A23E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A23EE">
              <w:rPr>
                <w:rFonts w:ascii="Arial" w:hAnsi="Arial" w:cs="Arial"/>
                <w:sz w:val="20"/>
                <w:szCs w:val="20"/>
                <w:lang w:val="en-GB"/>
              </w:rPr>
              <w:t>Yutong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1FC3BDC" w14:textId="77777777" w:rsidR="00CF0C2E" w:rsidRPr="009A23EE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9A23EE">
              <w:rPr>
                <w:rFonts w:ascii="Arial" w:hAnsi="Arial" w:cs="Arial"/>
                <w:sz w:val="20"/>
                <w:szCs w:val="20"/>
                <w:lang w:val="it-IT"/>
              </w:rPr>
              <w:t>Model: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9125CA" w14:textId="26BAFF38" w:rsidR="00CF0C2E" w:rsidRPr="009A23EE" w:rsidRDefault="009A23EE" w:rsidP="006A12D3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9A23EE">
              <w:rPr>
                <w:rFonts w:ascii="Arial" w:eastAsia="Lucida Sans Unicode" w:hAnsi="Arial" w:cs="Arial"/>
                <w:sz w:val="20"/>
                <w:szCs w:val="20"/>
                <w:lang w:val="it-IT"/>
              </w:rPr>
              <w:t> </w:t>
            </w:r>
            <w:r w:rsidRPr="009A23EE">
              <w:rPr>
                <w:rFonts w:ascii="Arial" w:eastAsia="Lucida Sans Unicode" w:hAnsi="Arial" w:cs="Arial" w:hint="eastAsia"/>
                <w:sz w:val="20"/>
                <w:szCs w:val="20"/>
                <w:lang w:val="it-IT"/>
              </w:rPr>
              <w:t>ZK6126HG</w:t>
            </w:r>
          </w:p>
        </w:tc>
      </w:tr>
      <w:tr w:rsidR="00CF0C2E" w:rsidRPr="00DF5DEF" w14:paraId="4B200737" w14:textId="7777777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6287457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Application </w:t>
            </w: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Code: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19040E6A" w14:textId="29BCB388" w:rsidR="00CF0C2E" w:rsidRPr="009A23EE" w:rsidRDefault="009A23E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A23EE">
              <w:rPr>
                <w:rFonts w:ascii="Arial" w:hAnsi="Arial" w:cs="Arial"/>
                <w:sz w:val="20"/>
                <w:szCs w:val="20"/>
                <w:lang w:val="en-GB"/>
              </w:rPr>
              <w:t>BU02</w:t>
            </w:r>
          </w:p>
        </w:tc>
        <w:tc>
          <w:tcPr>
            <w:tcW w:w="6521" w:type="dxa"/>
            <w:gridSpan w:val="1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A9C60F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</w:tr>
      <w:tr w:rsidR="00CF0C2E" w:rsidRPr="00DF5DEF" w14:paraId="1D0D3FC2" w14:textId="7777777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6C193B0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vehicle ID #: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6B4B7E15" w14:textId="4347C236" w:rsidR="00CF0C2E" w:rsidRPr="009A23EE" w:rsidRDefault="009A23E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A23EE">
              <w:rPr>
                <w:rFonts w:ascii="Arial" w:hAnsi="Arial" w:cs="Arial" w:hint="eastAsia"/>
                <w:sz w:val="20"/>
                <w:szCs w:val="20"/>
                <w:lang w:val="en-GB"/>
              </w:rPr>
              <w:t>LZYTMGEF8P1003793</w:t>
            </w: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A30DFD8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proofErr w:type="spellStart"/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Registr.plate</w:t>
            </w:r>
            <w:proofErr w:type="spellEnd"/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500830D1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545A97A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Engine:</w:t>
            </w:r>
          </w:p>
        </w:tc>
        <w:tc>
          <w:tcPr>
            <w:tcW w:w="2518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838835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CF0C2E" w:rsidRPr="00DF5DEF" w14:paraId="4022EE61" w14:textId="7777777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053BB89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In Service Date</w:t>
            </w: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: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474E4A3D" w14:textId="02DC7E23" w:rsidR="00CF0C2E" w:rsidRPr="00CD2989" w:rsidRDefault="00CD2989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D2989">
              <w:rPr>
                <w:rFonts w:ascii="Arial" w:hAnsi="Arial" w:cs="Arial"/>
                <w:b/>
                <w:sz w:val="20"/>
                <w:szCs w:val="20"/>
                <w:lang w:val="en-GB"/>
              </w:rPr>
              <w:t>23.05.2023</w:t>
            </w: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182ED57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Veh. </w:t>
            </w: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hours: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36D7DAA7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7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1EC0D6A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Veh.</w:t>
            </w: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km:</w:t>
            </w:r>
          </w:p>
        </w:tc>
        <w:tc>
          <w:tcPr>
            <w:tcW w:w="2518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CB5FB2" w14:textId="2D967A0A" w:rsidR="00CF0C2E" w:rsidRPr="00CD2989" w:rsidRDefault="00CD2989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D2989">
              <w:rPr>
                <w:rFonts w:ascii="Arial" w:hAnsi="Arial" w:cs="Arial"/>
                <w:sz w:val="20"/>
                <w:szCs w:val="20"/>
                <w:lang w:val="en-GB"/>
              </w:rPr>
              <w:t>14834</w:t>
            </w:r>
          </w:p>
        </w:tc>
      </w:tr>
      <w:tr w:rsidR="00CF0C2E" w:rsidRPr="0034289E" w14:paraId="5A03C786" w14:textId="77777777" w:rsidTr="00AD0041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171FDA5B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proofErr w:type="gramStart"/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Pre Delivery</w:t>
            </w:r>
            <w:proofErr w:type="gramEnd"/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83BD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YES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C9B8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70" w:type="dxa"/>
            <w:gridSpan w:val="2"/>
            <w:tcBorders>
              <w:left w:val="single" w:sz="4" w:space="0" w:color="auto"/>
              <w:bottom w:val="single" w:sz="1" w:space="0" w:color="000000"/>
            </w:tcBorders>
          </w:tcPr>
          <w:p w14:paraId="3EF16C70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NO</w:t>
            </w:r>
          </w:p>
        </w:tc>
        <w:tc>
          <w:tcPr>
            <w:tcW w:w="57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ED9E14C" w14:textId="7DC43996" w:rsidR="00CF0C2E" w:rsidRPr="00E026CB" w:rsidRDefault="00CD2989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X</w:t>
            </w: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7A50DEF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Claim Type: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32143DD3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1560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94A3BD" w14:textId="77777777" w:rsidR="00CF0C2E" w:rsidRPr="00AD0041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D0041">
              <w:rPr>
                <w:rFonts w:ascii="Arial" w:hAnsi="Arial" w:cs="Arial"/>
                <w:b/>
                <w:sz w:val="16"/>
                <w:szCs w:val="16"/>
                <w:lang w:val="en-GB"/>
              </w:rPr>
              <w:t>Field Action #</w:t>
            </w: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or Activity Indicator</w:t>
            </w:r>
          </w:p>
        </w:tc>
        <w:tc>
          <w:tcPr>
            <w:tcW w:w="172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A5A6C90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CF0C2E" w:rsidRPr="0034289E" w14:paraId="142DD5D9" w14:textId="77777777" w:rsidTr="00DB257A">
        <w:tc>
          <w:tcPr>
            <w:tcW w:w="6957" w:type="dxa"/>
            <w:gridSpan w:val="17"/>
            <w:tcBorders>
              <w:left w:val="single" w:sz="1" w:space="0" w:color="000000"/>
              <w:bottom w:val="single" w:sz="4" w:space="0" w:color="auto"/>
            </w:tcBorders>
          </w:tcPr>
          <w:p w14:paraId="5E0A3924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Date in Service after last repair, or Date in Service of exchange unit if failed unit was repaired once before, or if failed unit is already a replacement (SWING) </w:t>
            </w:r>
            <w:proofErr w:type="gramStart"/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Transmission</w:t>
            </w:r>
            <w:r w:rsidRPr="00E026CB">
              <w:rPr>
                <w:rFonts w:ascii="Arial" w:hAnsi="Arial" w:cs="Arial"/>
                <w:sz w:val="16"/>
                <w:szCs w:val="16"/>
                <w:lang w:val="en-GB"/>
              </w:rPr>
              <w:t xml:space="preserve"> :</w:t>
            </w:r>
            <w:proofErr w:type="gramEnd"/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493F15A2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CF0C2E" w:rsidRPr="00AB4CC6" w14:paraId="316F643E" w14:textId="77777777" w:rsidTr="00AB4CC6"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B22F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Travel Time:</w:t>
            </w: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926F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2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9299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Travel km if company car used: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F577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6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8FB3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PFPN: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AC14" w14:textId="07DE5D5A" w:rsidR="00CF0C2E" w:rsidRPr="00E026CB" w:rsidRDefault="00A14BBB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tbd</w:t>
            </w:r>
            <w:proofErr w:type="spellEnd"/>
          </w:p>
        </w:tc>
      </w:tr>
      <w:tr w:rsidR="00CF0C2E" w:rsidRPr="00E568BA" w14:paraId="4E3EE715" w14:textId="77777777" w:rsidTr="00344925"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645C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Labor Last Applied date:</w:t>
            </w: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7DBFC" w14:textId="1863580B" w:rsidR="00CF0C2E" w:rsidRPr="00632848" w:rsidRDefault="00632848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632848">
              <w:rPr>
                <w:rFonts w:ascii="Arial" w:hAnsi="Arial" w:cs="Arial"/>
                <w:sz w:val="16"/>
                <w:szCs w:val="16"/>
                <w:lang w:val="en-GB"/>
              </w:rPr>
              <w:t>Reassembly Not yet finished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4616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Technician’s Name:</w:t>
            </w:r>
          </w:p>
        </w:tc>
        <w:tc>
          <w:tcPr>
            <w:tcW w:w="29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9747" w14:textId="704A7510" w:rsidR="00CF0C2E" w:rsidRPr="00E026CB" w:rsidRDefault="00E568BA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Gayratbek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Niyazov, </w:t>
            </w:r>
            <w:proofErr w:type="spellStart"/>
            <w:r w:rsidR="00A14BBB">
              <w:rPr>
                <w:rFonts w:ascii="Arial" w:hAnsi="Arial" w:cs="Arial"/>
                <w:sz w:val="16"/>
                <w:szCs w:val="16"/>
                <w:lang w:val="en-GB"/>
              </w:rPr>
              <w:t>Tokhir</w:t>
            </w:r>
            <w:proofErr w:type="spellEnd"/>
            <w:r w:rsidR="00A14BBB">
              <w:rPr>
                <w:rFonts w:ascii="Arial" w:hAnsi="Arial" w:cs="Arial"/>
                <w:sz w:val="16"/>
                <w:szCs w:val="16"/>
                <w:lang w:val="en-GB"/>
              </w:rPr>
              <w:t xml:space="preserve"> Abbasov, Rolf Oerter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5E1A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CF0C2E" w:rsidRPr="005D7075" w14:paraId="0B251A7C" w14:textId="77777777" w:rsidTr="00406CFC">
        <w:tc>
          <w:tcPr>
            <w:tcW w:w="1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F016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AWAARE Complaint Code: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6592" w14:textId="47B7B8F9" w:rsidR="00CF0C2E" w:rsidRPr="00E026CB" w:rsidRDefault="00632848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EL02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42E5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AWAARE Failure Code</w:t>
            </w:r>
          </w:p>
        </w:tc>
        <w:tc>
          <w:tcPr>
            <w:tcW w:w="14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0F28" w14:textId="122A8D9C" w:rsidR="00CF0C2E" w:rsidRPr="00E026CB" w:rsidRDefault="00632848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AD05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1B58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C015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B98D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</w:tr>
      <w:tr w:rsidR="00CF0C2E" w:rsidRPr="005D7075" w14:paraId="0E08F8B7" w14:textId="77777777" w:rsidTr="00406CFC">
        <w:tc>
          <w:tcPr>
            <w:tcW w:w="1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CCBB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Diagnostic Codes: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F8ED" w14:textId="243D6982" w:rsidR="00CF0C2E" w:rsidRPr="00E026CB" w:rsidRDefault="00CD2989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P0732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7184" w14:textId="00429305" w:rsidR="00CF0C2E" w:rsidRPr="00E026CB" w:rsidRDefault="00CD2989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P2714</w:t>
            </w:r>
          </w:p>
        </w:tc>
        <w:tc>
          <w:tcPr>
            <w:tcW w:w="14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4B17D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EEC3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8D53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84DD" w14:textId="77777777" w:rsidR="00CF0C2E" w:rsidRPr="00E026CB" w:rsidRDefault="00CF0C2E" w:rsidP="00CF0C2E">
            <w:pPr>
              <w:pStyle w:val="TabellenInhalt"/>
              <w:snapToGrid w:val="0"/>
              <w:spacing w:after="0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</w:tr>
    </w:tbl>
    <w:p w14:paraId="093A4393" w14:textId="77777777" w:rsidR="0065737B" w:rsidRDefault="0065737B" w:rsidP="00912D3B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14:paraId="1B3F0FA2" w14:textId="77777777" w:rsidR="00A656F9" w:rsidRDefault="00A656F9">
      <w:pPr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 w:type="page"/>
      </w:r>
    </w:p>
    <w:p w14:paraId="5F0DCA2C" w14:textId="443A58B0" w:rsidR="00556029" w:rsidRPr="00556029" w:rsidRDefault="00EA3FBB" w:rsidP="00556029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 w:rsidRPr="00556029">
        <w:rPr>
          <w:rFonts w:ascii="Arial" w:hAnsi="Arial" w:cs="Arial"/>
          <w:b/>
          <w:bCs/>
          <w:sz w:val="20"/>
          <w:szCs w:val="20"/>
          <w:lang w:val="en-US"/>
        </w:rPr>
        <w:lastRenderedPageBreak/>
        <w:t>Complaint:</w:t>
      </w:r>
      <w:r w:rsidR="00001C8E" w:rsidRPr="00556029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="00556029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="00472250">
        <w:rPr>
          <w:rFonts w:ascii="Arial" w:hAnsi="Arial" w:cs="Arial"/>
          <w:b/>
          <w:bCs/>
          <w:sz w:val="20"/>
          <w:szCs w:val="20"/>
          <w:lang w:val="en-US"/>
        </w:rPr>
        <w:t xml:space="preserve"> Friday, 02.06.2023</w:t>
      </w:r>
      <w:r w:rsidR="0020380B">
        <w:rPr>
          <w:rFonts w:ascii="Arial" w:hAnsi="Arial" w:cs="Arial"/>
          <w:b/>
          <w:bCs/>
          <w:sz w:val="20"/>
          <w:szCs w:val="20"/>
          <w:lang w:val="en-US"/>
        </w:rPr>
        <w:t>:</w:t>
      </w:r>
      <w:r w:rsidR="0020380B">
        <w:rPr>
          <w:rFonts w:ascii="Arial" w:hAnsi="Arial" w:cs="Arial"/>
          <w:b/>
          <w:bCs/>
          <w:sz w:val="20"/>
          <w:szCs w:val="20"/>
          <w:lang w:val="en-US"/>
        </w:rPr>
        <w:tab/>
      </w:r>
      <w:r w:rsidR="00CF1EF4" w:rsidRPr="00556029">
        <w:rPr>
          <w:rFonts w:ascii="Arial" w:hAnsi="Arial" w:cs="Arial"/>
          <w:sz w:val="20"/>
          <w:szCs w:val="20"/>
          <w:lang w:val="en-US"/>
        </w:rPr>
        <w:t>DTC P0732 and DTC P2714. Transmissi</w:t>
      </w:r>
      <w:r w:rsidR="00A14BBB" w:rsidRPr="00556029">
        <w:rPr>
          <w:rFonts w:ascii="Arial" w:hAnsi="Arial" w:cs="Arial"/>
          <w:sz w:val="20"/>
          <w:szCs w:val="20"/>
          <w:lang w:val="en-US"/>
        </w:rPr>
        <w:t>o</w:t>
      </w:r>
      <w:r w:rsidR="00CF1EF4" w:rsidRPr="00556029">
        <w:rPr>
          <w:rFonts w:ascii="Arial" w:hAnsi="Arial" w:cs="Arial"/>
          <w:sz w:val="20"/>
          <w:szCs w:val="20"/>
          <w:lang w:val="en-US"/>
        </w:rPr>
        <w:t>n locks in 3</w:t>
      </w:r>
      <w:r w:rsidR="00CF1EF4" w:rsidRPr="00556029">
        <w:rPr>
          <w:rFonts w:ascii="Arial" w:hAnsi="Arial" w:cs="Arial"/>
          <w:sz w:val="20"/>
          <w:szCs w:val="20"/>
          <w:vertAlign w:val="superscript"/>
          <w:lang w:val="en-US"/>
        </w:rPr>
        <w:t>rd</w:t>
      </w:r>
      <w:r w:rsidR="00CF1EF4" w:rsidRPr="00556029">
        <w:rPr>
          <w:rFonts w:ascii="Arial" w:hAnsi="Arial" w:cs="Arial"/>
          <w:sz w:val="20"/>
          <w:szCs w:val="20"/>
          <w:lang w:val="en-US"/>
        </w:rPr>
        <w:t xml:space="preserve"> range</w:t>
      </w:r>
      <w:r w:rsidR="00CF1EF4" w:rsidRPr="00556029">
        <w:rPr>
          <w:rFonts w:ascii="Arial" w:hAnsi="Arial" w:cs="Arial"/>
          <w:b/>
          <w:bCs/>
          <w:sz w:val="20"/>
          <w:szCs w:val="20"/>
          <w:lang w:val="en-US"/>
        </w:rPr>
        <w:t>.</w:t>
      </w:r>
      <w:r w:rsidR="00556029" w:rsidRPr="00556029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="00556029" w:rsidRPr="00556029">
        <w:rPr>
          <w:rFonts w:ascii="Arial" w:hAnsi="Arial" w:cs="Arial"/>
          <w:bCs/>
          <w:sz w:val="20"/>
          <w:szCs w:val="20"/>
          <w:lang w:val="en-US"/>
        </w:rPr>
        <w:t>According to the driver, the Transmission TCM had already been swapped from another bus for diagnostic purposes, but the malfunction stood the same.</w:t>
      </w:r>
    </w:p>
    <w:p w14:paraId="1A2B4AD1" w14:textId="77777777" w:rsidR="00507AC2" w:rsidRPr="00001C8E" w:rsidRDefault="00507AC2" w:rsidP="00B876A2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lang w:val="en-US"/>
        </w:rPr>
      </w:pPr>
    </w:p>
    <w:p w14:paraId="09E1F6EA" w14:textId="43B02C51" w:rsidR="00B72E22" w:rsidRDefault="00DB257A" w:rsidP="0020380B">
      <w:pPr>
        <w:autoSpaceDE w:val="0"/>
        <w:autoSpaceDN w:val="0"/>
        <w:adjustRightInd w:val="0"/>
        <w:ind w:left="1410" w:hanging="1410"/>
        <w:rPr>
          <w:rFonts w:ascii="Arial" w:hAnsi="Arial" w:cs="Arial"/>
          <w:sz w:val="20"/>
          <w:szCs w:val="20"/>
          <w:lang w:val="fr-FR"/>
        </w:rPr>
      </w:pPr>
      <w:proofErr w:type="gramStart"/>
      <w:r>
        <w:rPr>
          <w:rFonts w:ascii="Arial" w:hAnsi="Arial" w:cs="Arial"/>
          <w:b/>
          <w:sz w:val="20"/>
          <w:szCs w:val="20"/>
          <w:lang w:val="fr-FR"/>
        </w:rPr>
        <w:t>Cause</w:t>
      </w:r>
      <w:r w:rsidR="00B72E22" w:rsidRPr="00070A1F">
        <w:rPr>
          <w:rFonts w:ascii="Arial" w:hAnsi="Arial" w:cs="Arial"/>
          <w:b/>
          <w:sz w:val="20"/>
          <w:szCs w:val="20"/>
          <w:lang w:val="fr-FR"/>
        </w:rPr>
        <w:t>:</w:t>
      </w:r>
      <w:proofErr w:type="gramEnd"/>
      <w:r w:rsidR="00A14BBB">
        <w:rPr>
          <w:rFonts w:ascii="Arial" w:hAnsi="Arial" w:cs="Arial"/>
          <w:b/>
          <w:sz w:val="20"/>
          <w:szCs w:val="20"/>
          <w:lang w:val="fr-FR"/>
        </w:rPr>
        <w:t xml:space="preserve">  </w:t>
      </w:r>
      <w:r w:rsidR="00556029">
        <w:rPr>
          <w:rFonts w:ascii="Arial" w:hAnsi="Arial" w:cs="Arial"/>
          <w:b/>
          <w:sz w:val="20"/>
          <w:szCs w:val="20"/>
          <w:lang w:val="fr-FR"/>
        </w:rPr>
        <w:tab/>
      </w:r>
      <w:proofErr w:type="spellStart"/>
      <w:r w:rsidR="00A14BBB" w:rsidRPr="00A14BBB">
        <w:rPr>
          <w:rFonts w:ascii="Arial" w:hAnsi="Arial" w:cs="Arial"/>
          <w:bCs/>
          <w:sz w:val="20"/>
          <w:szCs w:val="20"/>
          <w:lang w:val="fr-FR"/>
        </w:rPr>
        <w:t>Slipping</w:t>
      </w:r>
      <w:proofErr w:type="spellEnd"/>
      <w:r w:rsidR="00A14BBB" w:rsidRPr="00A14BBB">
        <w:rPr>
          <w:rFonts w:ascii="Arial" w:hAnsi="Arial" w:cs="Arial"/>
          <w:bCs/>
          <w:sz w:val="20"/>
          <w:szCs w:val="20"/>
          <w:lang w:val="fr-FR"/>
        </w:rPr>
        <w:t xml:space="preserve"> C4 </w:t>
      </w:r>
      <w:proofErr w:type="spellStart"/>
      <w:r w:rsidR="00A14BBB" w:rsidRPr="00A14BBB">
        <w:rPr>
          <w:rFonts w:ascii="Arial" w:hAnsi="Arial" w:cs="Arial"/>
          <w:bCs/>
          <w:sz w:val="20"/>
          <w:szCs w:val="20"/>
          <w:lang w:val="fr-FR"/>
        </w:rPr>
        <w:t>clutch</w:t>
      </w:r>
      <w:proofErr w:type="spellEnd"/>
      <w:r w:rsidR="00E22072">
        <w:rPr>
          <w:rFonts w:ascii="Arial" w:hAnsi="Arial" w:cs="Arial"/>
          <w:bCs/>
          <w:sz w:val="20"/>
          <w:szCs w:val="20"/>
          <w:lang w:val="fr-FR"/>
        </w:rPr>
        <w:t xml:space="preserve">, as </w:t>
      </w:r>
      <w:proofErr w:type="spellStart"/>
      <w:r w:rsidR="00E22072">
        <w:rPr>
          <w:rFonts w:ascii="Arial" w:hAnsi="Arial" w:cs="Arial"/>
          <w:bCs/>
          <w:sz w:val="20"/>
          <w:szCs w:val="20"/>
          <w:lang w:val="fr-FR"/>
        </w:rPr>
        <w:t>found</w:t>
      </w:r>
      <w:proofErr w:type="spellEnd"/>
      <w:r w:rsidR="00E22072">
        <w:rPr>
          <w:rFonts w:ascii="Arial" w:hAnsi="Arial" w:cs="Arial"/>
          <w:bCs/>
          <w:sz w:val="20"/>
          <w:szCs w:val="20"/>
          <w:lang w:val="fr-FR"/>
        </w:rPr>
        <w:t xml:space="preserve"> by </w:t>
      </w:r>
      <w:proofErr w:type="spellStart"/>
      <w:r w:rsidR="00E22072">
        <w:rPr>
          <w:rFonts w:ascii="Arial" w:hAnsi="Arial" w:cs="Arial"/>
          <w:bCs/>
          <w:sz w:val="20"/>
          <w:szCs w:val="20"/>
          <w:lang w:val="fr-FR"/>
        </w:rPr>
        <w:t>clutch</w:t>
      </w:r>
      <w:proofErr w:type="spellEnd"/>
      <w:r w:rsidR="00E22072">
        <w:rPr>
          <w:rFonts w:ascii="Arial" w:hAnsi="Arial" w:cs="Arial"/>
          <w:bCs/>
          <w:sz w:val="20"/>
          <w:szCs w:val="20"/>
          <w:lang w:val="fr-FR"/>
        </w:rPr>
        <w:t xml:space="preserve"> test and t/shooting and</w:t>
      </w:r>
      <w:r w:rsidR="0020380B">
        <w:rPr>
          <w:rFonts w:ascii="Arial" w:hAnsi="Arial" w:cs="Arial"/>
          <w:bCs/>
          <w:sz w:val="20"/>
          <w:szCs w:val="20"/>
          <w:lang w:val="fr-FR"/>
        </w:rPr>
        <w:t xml:space="preserve"> as </w:t>
      </w:r>
      <w:proofErr w:type="spellStart"/>
      <w:r w:rsidR="0020380B">
        <w:rPr>
          <w:rFonts w:ascii="Arial" w:hAnsi="Arial" w:cs="Arial"/>
          <w:bCs/>
          <w:sz w:val="20"/>
          <w:szCs w:val="20"/>
          <w:lang w:val="fr-FR"/>
        </w:rPr>
        <w:t>found</w:t>
      </w:r>
      <w:proofErr w:type="spellEnd"/>
      <w:r w:rsidR="00E22072">
        <w:rPr>
          <w:rFonts w:ascii="Arial" w:hAnsi="Arial" w:cs="Arial"/>
          <w:bCs/>
          <w:sz w:val="20"/>
          <w:szCs w:val="20"/>
          <w:lang w:val="fr-FR"/>
        </w:rPr>
        <w:t xml:space="preserve"> </w:t>
      </w:r>
      <w:proofErr w:type="spellStart"/>
      <w:r w:rsidR="00E22072">
        <w:rPr>
          <w:rFonts w:ascii="Arial" w:hAnsi="Arial" w:cs="Arial"/>
          <w:bCs/>
          <w:sz w:val="20"/>
          <w:szCs w:val="20"/>
          <w:lang w:val="fr-FR"/>
        </w:rPr>
        <w:t>later</w:t>
      </w:r>
      <w:proofErr w:type="spellEnd"/>
      <w:r w:rsidR="00E22072">
        <w:rPr>
          <w:rFonts w:ascii="Arial" w:hAnsi="Arial" w:cs="Arial"/>
          <w:bCs/>
          <w:sz w:val="20"/>
          <w:szCs w:val="20"/>
          <w:lang w:val="fr-FR"/>
        </w:rPr>
        <w:t xml:space="preserve"> </w:t>
      </w:r>
      <w:proofErr w:type="spellStart"/>
      <w:r w:rsidR="00E22072">
        <w:rPr>
          <w:rFonts w:ascii="Arial" w:hAnsi="Arial" w:cs="Arial"/>
          <w:bCs/>
          <w:sz w:val="20"/>
          <w:szCs w:val="20"/>
          <w:lang w:val="fr-FR"/>
        </w:rPr>
        <w:t>during</w:t>
      </w:r>
      <w:proofErr w:type="spellEnd"/>
      <w:r w:rsidR="00E22072">
        <w:rPr>
          <w:rFonts w:ascii="Arial" w:hAnsi="Arial" w:cs="Arial"/>
          <w:bCs/>
          <w:sz w:val="20"/>
          <w:szCs w:val="20"/>
          <w:lang w:val="fr-FR"/>
        </w:rPr>
        <w:t xml:space="preserve"> </w:t>
      </w:r>
      <w:proofErr w:type="spellStart"/>
      <w:r w:rsidR="00E22072">
        <w:rPr>
          <w:rFonts w:ascii="Arial" w:hAnsi="Arial" w:cs="Arial"/>
          <w:bCs/>
          <w:sz w:val="20"/>
          <w:szCs w:val="20"/>
          <w:lang w:val="fr-FR"/>
        </w:rPr>
        <w:t>disassembl</w:t>
      </w:r>
      <w:r w:rsidR="0020380B">
        <w:rPr>
          <w:rFonts w:ascii="Arial" w:hAnsi="Arial" w:cs="Arial"/>
          <w:bCs/>
          <w:sz w:val="20"/>
          <w:szCs w:val="20"/>
          <w:lang w:val="fr-FR"/>
        </w:rPr>
        <w:t>y</w:t>
      </w:r>
      <w:proofErr w:type="spellEnd"/>
      <w:r w:rsidR="0020380B">
        <w:rPr>
          <w:rFonts w:ascii="Arial" w:hAnsi="Arial" w:cs="Arial"/>
          <w:bCs/>
          <w:sz w:val="20"/>
          <w:szCs w:val="20"/>
          <w:lang w:val="fr-FR"/>
        </w:rPr>
        <w:t xml:space="preserve"> of </w:t>
      </w:r>
      <w:r w:rsidR="00E22072">
        <w:rPr>
          <w:rFonts w:ascii="Arial" w:hAnsi="Arial" w:cs="Arial"/>
          <w:bCs/>
          <w:sz w:val="20"/>
          <w:szCs w:val="20"/>
          <w:lang w:val="fr-FR"/>
        </w:rPr>
        <w:t>transmission.</w:t>
      </w:r>
      <w:r w:rsidR="00632848">
        <w:rPr>
          <w:rFonts w:ascii="Arial" w:hAnsi="Arial" w:cs="Arial"/>
          <w:bCs/>
          <w:sz w:val="20"/>
          <w:szCs w:val="20"/>
          <w:lang w:val="fr-FR"/>
        </w:rPr>
        <w:t xml:space="preserve"> C4 </w:t>
      </w:r>
      <w:proofErr w:type="spellStart"/>
      <w:r w:rsidR="00632848">
        <w:rPr>
          <w:rFonts w:ascii="Arial" w:hAnsi="Arial" w:cs="Arial"/>
          <w:bCs/>
          <w:sz w:val="20"/>
          <w:szCs w:val="20"/>
          <w:lang w:val="fr-FR"/>
        </w:rPr>
        <w:t>clutch</w:t>
      </w:r>
      <w:proofErr w:type="spellEnd"/>
      <w:r w:rsidR="00632848">
        <w:rPr>
          <w:rFonts w:ascii="Arial" w:hAnsi="Arial" w:cs="Arial"/>
          <w:bCs/>
          <w:sz w:val="20"/>
          <w:szCs w:val="20"/>
          <w:lang w:val="fr-FR"/>
        </w:rPr>
        <w:t xml:space="preserve"> piston </w:t>
      </w:r>
      <w:proofErr w:type="spellStart"/>
      <w:r w:rsidR="00632848">
        <w:rPr>
          <w:rFonts w:ascii="Arial" w:hAnsi="Arial" w:cs="Arial"/>
          <w:bCs/>
          <w:sz w:val="20"/>
          <w:szCs w:val="20"/>
          <w:lang w:val="fr-FR"/>
        </w:rPr>
        <w:t>seal</w:t>
      </w:r>
      <w:proofErr w:type="spellEnd"/>
      <w:r w:rsidR="00632848">
        <w:rPr>
          <w:rFonts w:ascii="Arial" w:hAnsi="Arial" w:cs="Arial"/>
          <w:bCs/>
          <w:sz w:val="20"/>
          <w:szCs w:val="20"/>
          <w:lang w:val="fr-FR"/>
        </w:rPr>
        <w:t xml:space="preserve"> </w:t>
      </w:r>
      <w:proofErr w:type="spellStart"/>
      <w:r w:rsidR="00632848">
        <w:rPr>
          <w:rFonts w:ascii="Arial" w:hAnsi="Arial" w:cs="Arial"/>
          <w:bCs/>
          <w:sz w:val="20"/>
          <w:szCs w:val="20"/>
          <w:lang w:val="fr-FR"/>
        </w:rPr>
        <w:t>ruptured</w:t>
      </w:r>
      <w:proofErr w:type="spellEnd"/>
      <w:r w:rsidR="00632848">
        <w:rPr>
          <w:rFonts w:ascii="Arial" w:hAnsi="Arial" w:cs="Arial"/>
          <w:bCs/>
          <w:sz w:val="20"/>
          <w:szCs w:val="20"/>
          <w:lang w:val="fr-FR"/>
        </w:rPr>
        <w:t xml:space="preserve"> </w:t>
      </w:r>
      <w:proofErr w:type="spellStart"/>
      <w:r w:rsidR="00632848">
        <w:rPr>
          <w:rFonts w:ascii="Arial" w:hAnsi="Arial" w:cs="Arial"/>
          <w:bCs/>
          <w:sz w:val="20"/>
          <w:szCs w:val="20"/>
          <w:lang w:val="fr-FR"/>
        </w:rPr>
        <w:t>causing</w:t>
      </w:r>
      <w:proofErr w:type="spellEnd"/>
      <w:r w:rsidR="00632848">
        <w:rPr>
          <w:rFonts w:ascii="Arial" w:hAnsi="Arial" w:cs="Arial"/>
          <w:bCs/>
          <w:sz w:val="20"/>
          <w:szCs w:val="20"/>
          <w:lang w:val="fr-FR"/>
        </w:rPr>
        <w:t xml:space="preserve"> pressure </w:t>
      </w:r>
      <w:proofErr w:type="spellStart"/>
      <w:r w:rsidR="00632848">
        <w:rPr>
          <w:rFonts w:ascii="Arial" w:hAnsi="Arial" w:cs="Arial"/>
          <w:bCs/>
          <w:sz w:val="20"/>
          <w:szCs w:val="20"/>
          <w:lang w:val="fr-FR"/>
        </w:rPr>
        <w:t>loss</w:t>
      </w:r>
      <w:proofErr w:type="spellEnd"/>
      <w:r w:rsidR="00632848">
        <w:rPr>
          <w:rFonts w:ascii="Arial" w:hAnsi="Arial" w:cs="Arial"/>
          <w:bCs/>
          <w:sz w:val="20"/>
          <w:szCs w:val="20"/>
          <w:lang w:val="fr-FR"/>
        </w:rPr>
        <w:t>.</w:t>
      </w:r>
    </w:p>
    <w:p w14:paraId="3CCA3152" w14:textId="77777777" w:rsidR="00B53A39" w:rsidRDefault="00B53A39" w:rsidP="00B876A2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14:paraId="3EA86C6E" w14:textId="50B18BAC" w:rsidR="00A14BBB" w:rsidRDefault="00070A1F" w:rsidP="00B876A2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 w:rsidRPr="00DB257A">
        <w:rPr>
          <w:rFonts w:ascii="Arial" w:hAnsi="Arial" w:cs="Arial"/>
          <w:b/>
          <w:sz w:val="20"/>
          <w:szCs w:val="20"/>
          <w:lang w:val="en-US"/>
        </w:rPr>
        <w:t>Correction</w:t>
      </w:r>
      <w:r w:rsidR="00B53A39" w:rsidRPr="00DB257A">
        <w:rPr>
          <w:rFonts w:ascii="Arial" w:hAnsi="Arial" w:cs="Arial"/>
          <w:b/>
          <w:sz w:val="20"/>
          <w:szCs w:val="20"/>
          <w:lang w:val="en-US"/>
        </w:rPr>
        <w:t>:</w:t>
      </w:r>
      <w:r w:rsidR="00A14BBB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556029">
        <w:rPr>
          <w:rFonts w:ascii="Arial" w:hAnsi="Arial" w:cs="Arial"/>
          <w:b/>
          <w:sz w:val="20"/>
          <w:szCs w:val="20"/>
          <w:lang w:val="en-US"/>
        </w:rPr>
        <w:tab/>
      </w:r>
      <w:r w:rsidR="00472250">
        <w:rPr>
          <w:rFonts w:ascii="Arial" w:hAnsi="Arial" w:cs="Arial"/>
          <w:b/>
          <w:sz w:val="20"/>
          <w:szCs w:val="20"/>
          <w:lang w:val="en-US"/>
        </w:rPr>
        <w:t>Monday, 05.06.2023</w:t>
      </w:r>
      <w:r w:rsidR="00E22072">
        <w:rPr>
          <w:rFonts w:ascii="Arial" w:hAnsi="Arial" w:cs="Arial"/>
          <w:b/>
          <w:sz w:val="20"/>
          <w:szCs w:val="20"/>
          <w:lang w:val="en-US"/>
        </w:rPr>
        <w:t>.</w:t>
      </w:r>
      <w:r w:rsidR="00472250">
        <w:rPr>
          <w:rFonts w:ascii="Arial" w:hAnsi="Arial" w:cs="Arial"/>
          <w:b/>
          <w:sz w:val="20"/>
          <w:szCs w:val="20"/>
          <w:lang w:val="en-US"/>
        </w:rPr>
        <w:tab/>
      </w:r>
      <w:r w:rsidR="00A14BBB" w:rsidRPr="00E22072">
        <w:rPr>
          <w:rFonts w:ascii="Arial" w:hAnsi="Arial" w:cs="Arial"/>
          <w:bCs/>
          <w:sz w:val="20"/>
          <w:szCs w:val="20"/>
          <w:lang w:val="en-US"/>
        </w:rPr>
        <w:t>Our</w:t>
      </w:r>
      <w:r w:rsidR="00B53A39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A14BBB" w:rsidRPr="00A14BBB">
        <w:rPr>
          <w:rFonts w:ascii="Arial" w:hAnsi="Arial" w:cs="Arial"/>
          <w:bCs/>
          <w:sz w:val="20"/>
          <w:szCs w:val="20"/>
          <w:lang w:val="en-US"/>
        </w:rPr>
        <w:t>Dealer</w:t>
      </w:r>
      <w:r w:rsidR="00A14BBB">
        <w:rPr>
          <w:rFonts w:ascii="Arial" w:hAnsi="Arial" w:cs="Arial"/>
          <w:bCs/>
          <w:sz w:val="20"/>
          <w:szCs w:val="20"/>
          <w:lang w:val="en-US"/>
        </w:rPr>
        <w:t xml:space="preserve"> Global Industrial Solutions LLC checked vehicle on job site</w:t>
      </w:r>
      <w:r w:rsidR="00E22072">
        <w:rPr>
          <w:rFonts w:ascii="Arial" w:hAnsi="Arial" w:cs="Arial"/>
          <w:bCs/>
          <w:sz w:val="20"/>
          <w:szCs w:val="20"/>
          <w:lang w:val="en-US"/>
        </w:rPr>
        <w:t>:</w:t>
      </w:r>
    </w:p>
    <w:p w14:paraId="33D2E71D" w14:textId="633C9CD7" w:rsidR="00391E69" w:rsidRDefault="00A14BBB" w:rsidP="00A14BBB">
      <w:pPr>
        <w:pStyle w:val="Listenabsatz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 w:rsidRPr="00A14BBB">
        <w:rPr>
          <w:rFonts w:ascii="Arial" w:hAnsi="Arial" w:cs="Arial"/>
          <w:bCs/>
          <w:sz w:val="20"/>
          <w:szCs w:val="20"/>
          <w:lang w:val="en-US"/>
        </w:rPr>
        <w:t>Checked oil level and found ok. But the Oil level had recently been corrected by either OEM Service or by customer fleet technician by having added 1 to 2 liters. Since required fluid spec was not on hand, any available oil was added. Unknown, which oil was added.</w:t>
      </w:r>
      <w:r w:rsidR="00556029">
        <w:rPr>
          <w:rFonts w:ascii="Arial" w:hAnsi="Arial" w:cs="Arial"/>
          <w:bCs/>
          <w:sz w:val="20"/>
          <w:szCs w:val="20"/>
          <w:lang w:val="en-US"/>
        </w:rPr>
        <w:br/>
      </w:r>
    </w:p>
    <w:p w14:paraId="23B10C11" w14:textId="2759C298" w:rsidR="00556029" w:rsidRDefault="00A14BBB" w:rsidP="00556029">
      <w:pPr>
        <w:pStyle w:val="Listenabsatz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Performed test drive to evaluate complaint. Found DTC P0732 </w:t>
      </w: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occuring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="00556029">
        <w:rPr>
          <w:rFonts w:ascii="Arial" w:hAnsi="Arial" w:cs="Arial"/>
          <w:bCs/>
          <w:sz w:val="20"/>
          <w:szCs w:val="20"/>
          <w:lang w:val="en-US"/>
        </w:rPr>
        <w:t>during a 1-2 upshift. The transmission consequently locked in 3</w:t>
      </w:r>
      <w:r w:rsidR="00556029" w:rsidRPr="00556029">
        <w:rPr>
          <w:rFonts w:ascii="Arial" w:hAnsi="Arial" w:cs="Arial"/>
          <w:bCs/>
          <w:sz w:val="20"/>
          <w:szCs w:val="20"/>
          <w:vertAlign w:val="superscript"/>
          <w:lang w:val="en-US"/>
        </w:rPr>
        <w:t>rd</w:t>
      </w:r>
      <w:r w:rsidR="00556029">
        <w:rPr>
          <w:rFonts w:ascii="Arial" w:hAnsi="Arial" w:cs="Arial"/>
          <w:bCs/>
          <w:sz w:val="20"/>
          <w:szCs w:val="20"/>
          <w:lang w:val="en-US"/>
        </w:rPr>
        <w:t xml:space="preserve"> range for fail safe operation.</w:t>
      </w:r>
      <w:r w:rsidR="00556029">
        <w:rPr>
          <w:rFonts w:ascii="Arial" w:hAnsi="Arial" w:cs="Arial"/>
          <w:bCs/>
          <w:sz w:val="20"/>
          <w:szCs w:val="20"/>
          <w:lang w:val="en-US"/>
        </w:rPr>
        <w:br/>
      </w:r>
    </w:p>
    <w:p w14:paraId="2321FF1B" w14:textId="0AC46BF6" w:rsidR="00556029" w:rsidRDefault="00556029" w:rsidP="00556029">
      <w:pPr>
        <w:pStyle w:val="Listenabsatz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Checked all connectors and wiring. Visually ok.</w:t>
      </w:r>
      <w:r>
        <w:rPr>
          <w:rFonts w:ascii="Arial" w:hAnsi="Arial" w:cs="Arial"/>
          <w:bCs/>
          <w:sz w:val="20"/>
          <w:szCs w:val="20"/>
          <w:lang w:val="en-US"/>
        </w:rPr>
        <w:br/>
      </w:r>
    </w:p>
    <w:p w14:paraId="25385276" w14:textId="086AFAE9" w:rsidR="00556029" w:rsidRDefault="00556029" w:rsidP="00556029">
      <w:pPr>
        <w:pStyle w:val="Listenabsatz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Performed clutch test with Allison DOC Diagnostic tool</w:t>
      </w:r>
      <w:r w:rsidR="00454B0F">
        <w:rPr>
          <w:rFonts w:ascii="Arial" w:hAnsi="Arial" w:cs="Arial"/>
          <w:bCs/>
          <w:sz w:val="20"/>
          <w:szCs w:val="20"/>
          <w:lang w:val="en-US"/>
        </w:rPr>
        <w:t>, supported by a pressure test</w:t>
      </w:r>
      <w:r>
        <w:rPr>
          <w:rFonts w:ascii="Arial" w:hAnsi="Arial" w:cs="Arial"/>
          <w:bCs/>
          <w:sz w:val="20"/>
          <w:szCs w:val="20"/>
          <w:lang w:val="en-US"/>
        </w:rPr>
        <w:t xml:space="preserve">. </w:t>
      </w:r>
      <w:r w:rsidRPr="00924D0B">
        <w:rPr>
          <w:rFonts w:ascii="Arial" w:hAnsi="Arial" w:cs="Arial"/>
          <w:b/>
          <w:sz w:val="20"/>
          <w:szCs w:val="20"/>
          <w:lang w:val="en-US"/>
        </w:rPr>
        <w:t>Found slip in 2</w:t>
      </w:r>
      <w:r w:rsidRPr="00924D0B">
        <w:rPr>
          <w:rFonts w:ascii="Arial" w:hAnsi="Arial" w:cs="Arial"/>
          <w:b/>
          <w:sz w:val="20"/>
          <w:szCs w:val="20"/>
          <w:vertAlign w:val="superscript"/>
          <w:lang w:val="en-US"/>
        </w:rPr>
        <w:t>nd</w:t>
      </w:r>
      <w:r w:rsidRPr="00924D0B">
        <w:rPr>
          <w:rFonts w:ascii="Arial" w:hAnsi="Arial" w:cs="Arial"/>
          <w:b/>
          <w:sz w:val="20"/>
          <w:szCs w:val="20"/>
          <w:lang w:val="en-US"/>
        </w:rPr>
        <w:t xml:space="preserve"> range and in 6</w:t>
      </w:r>
      <w:r w:rsidRPr="00924D0B">
        <w:rPr>
          <w:rFonts w:ascii="Arial" w:hAnsi="Arial" w:cs="Arial"/>
          <w:b/>
          <w:sz w:val="20"/>
          <w:szCs w:val="20"/>
          <w:vertAlign w:val="superscript"/>
          <w:lang w:val="en-US"/>
        </w:rPr>
        <w:t>th</w:t>
      </w:r>
      <w:r w:rsidRPr="00924D0B">
        <w:rPr>
          <w:rFonts w:ascii="Arial" w:hAnsi="Arial" w:cs="Arial"/>
          <w:b/>
          <w:sz w:val="20"/>
          <w:szCs w:val="20"/>
          <w:lang w:val="en-US"/>
        </w:rPr>
        <w:t xml:space="preserve"> range</w:t>
      </w:r>
      <w:r>
        <w:rPr>
          <w:rFonts w:ascii="Arial" w:hAnsi="Arial" w:cs="Arial"/>
          <w:bCs/>
          <w:sz w:val="20"/>
          <w:szCs w:val="20"/>
          <w:lang w:val="en-US"/>
        </w:rPr>
        <w:t xml:space="preserve">, </w:t>
      </w:r>
      <w:r w:rsidR="00454B0F">
        <w:rPr>
          <w:rFonts w:ascii="Arial" w:hAnsi="Arial" w:cs="Arial"/>
          <w:bCs/>
          <w:sz w:val="20"/>
          <w:szCs w:val="20"/>
          <w:lang w:val="en-US"/>
        </w:rPr>
        <w:t xml:space="preserve">and found C4 clutch pressure slightly lower than Main </w:t>
      </w:r>
      <w:proofErr w:type="spellStart"/>
      <w:r w:rsidR="00454B0F">
        <w:rPr>
          <w:rFonts w:ascii="Arial" w:hAnsi="Arial" w:cs="Arial"/>
          <w:bCs/>
          <w:sz w:val="20"/>
          <w:szCs w:val="20"/>
          <w:lang w:val="en-US"/>
        </w:rPr>
        <w:t>and than</w:t>
      </w:r>
      <w:proofErr w:type="spellEnd"/>
      <w:r w:rsidR="00454B0F">
        <w:rPr>
          <w:rFonts w:ascii="Arial" w:hAnsi="Arial" w:cs="Arial"/>
          <w:bCs/>
          <w:sz w:val="20"/>
          <w:szCs w:val="20"/>
          <w:lang w:val="en-US"/>
        </w:rPr>
        <w:t xml:space="preserve"> C1 and C2 respectively. </w:t>
      </w:r>
      <w:r>
        <w:rPr>
          <w:rFonts w:ascii="Arial" w:hAnsi="Arial" w:cs="Arial"/>
          <w:bCs/>
          <w:sz w:val="20"/>
          <w:szCs w:val="20"/>
          <w:lang w:val="en-US"/>
        </w:rPr>
        <w:t>All other ranges are ok. This indicates C4 clutch is slipping under load</w:t>
      </w:r>
      <w:r w:rsidR="00454B0F">
        <w:rPr>
          <w:rFonts w:ascii="Arial" w:hAnsi="Arial" w:cs="Arial"/>
          <w:bCs/>
          <w:sz w:val="20"/>
          <w:szCs w:val="20"/>
          <w:lang w:val="en-US"/>
        </w:rPr>
        <w:t xml:space="preserve">, caused by </w:t>
      </w:r>
      <w:r w:rsidR="00454B0F">
        <w:rPr>
          <w:rFonts w:ascii="Arial" w:hAnsi="Arial" w:cs="Arial"/>
          <w:bCs/>
          <w:sz w:val="20"/>
          <w:szCs w:val="20"/>
          <w:lang w:val="en-US"/>
        </w:rPr>
        <w:t>reduced</w:t>
      </w:r>
      <w:r w:rsidR="00454B0F">
        <w:rPr>
          <w:rFonts w:ascii="Arial" w:hAnsi="Arial" w:cs="Arial"/>
          <w:bCs/>
          <w:sz w:val="20"/>
          <w:szCs w:val="20"/>
          <w:lang w:val="en-US"/>
        </w:rPr>
        <w:t xml:space="preserve"> C4 clutch </w:t>
      </w:r>
      <w:proofErr w:type="gramStart"/>
      <w:r w:rsidR="00454B0F">
        <w:rPr>
          <w:rFonts w:ascii="Arial" w:hAnsi="Arial" w:cs="Arial"/>
          <w:bCs/>
          <w:sz w:val="20"/>
          <w:szCs w:val="20"/>
          <w:lang w:val="en-US"/>
        </w:rPr>
        <w:t xml:space="preserve">pressure </w:t>
      </w:r>
      <w:r>
        <w:rPr>
          <w:rFonts w:ascii="Arial" w:hAnsi="Arial" w:cs="Arial"/>
          <w:bCs/>
          <w:sz w:val="20"/>
          <w:szCs w:val="20"/>
          <w:lang w:val="en-US"/>
        </w:rPr>
        <w:t>.</w:t>
      </w:r>
      <w:proofErr w:type="gramEnd"/>
      <w:r>
        <w:rPr>
          <w:rFonts w:ascii="Arial" w:hAnsi="Arial" w:cs="Arial"/>
          <w:bCs/>
          <w:sz w:val="20"/>
          <w:szCs w:val="20"/>
          <w:lang w:val="en-US"/>
        </w:rPr>
        <w:t xml:space="preserve"> See DOV Snapshot file </w:t>
      </w:r>
      <w:proofErr w:type="gramStart"/>
      <w:r w:rsidRPr="00556029">
        <w:rPr>
          <w:rFonts w:ascii="Arial" w:hAnsi="Arial" w:cs="Arial"/>
          <w:bCs/>
          <w:sz w:val="20"/>
          <w:szCs w:val="20"/>
          <w:lang w:val="en-US"/>
        </w:rPr>
        <w:t>6511879677-ClutchTest_slip.ad4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,</w:t>
      </w:r>
      <w:proofErr w:type="gramEnd"/>
      <w:r>
        <w:rPr>
          <w:rFonts w:ascii="Arial" w:hAnsi="Arial" w:cs="Arial"/>
          <w:bCs/>
          <w:sz w:val="20"/>
          <w:szCs w:val="20"/>
          <w:lang w:val="en-US"/>
        </w:rPr>
        <w:t xml:space="preserve"> file time </w:t>
      </w:r>
      <w:r w:rsidR="00B16374">
        <w:rPr>
          <w:rFonts w:ascii="Arial" w:hAnsi="Arial" w:cs="Arial"/>
          <w:bCs/>
          <w:sz w:val="20"/>
          <w:szCs w:val="20"/>
          <w:lang w:val="en-US"/>
        </w:rPr>
        <w:t>00:01:26 and 00:02:35 (Bookmark #1 and #2) and file time 00:03:17 (Bookmark #3)</w:t>
      </w:r>
    </w:p>
    <w:p w14:paraId="3F8A582D" w14:textId="729147D0" w:rsidR="00556029" w:rsidRPr="00556029" w:rsidRDefault="00556029" w:rsidP="00556029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 w:rsidRPr="002035AA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774F3258" wp14:editId="1FBE0816">
            <wp:simplePos x="0" y="0"/>
            <wp:positionH relativeFrom="margin">
              <wp:align>left</wp:align>
            </wp:positionH>
            <wp:positionV relativeFrom="paragraph">
              <wp:posOffset>132715</wp:posOffset>
            </wp:positionV>
            <wp:extent cx="4024630" cy="1733550"/>
            <wp:effectExtent l="0" t="0" r="0" b="0"/>
            <wp:wrapTight wrapText="bothSides">
              <wp:wrapPolygon edited="0">
                <wp:start x="0" y="0"/>
                <wp:lineTo x="0" y="21363"/>
                <wp:lineTo x="21470" y="21363"/>
                <wp:lineTo x="21470" y="0"/>
                <wp:lineTo x="0" y="0"/>
              </wp:wrapPolygon>
            </wp:wrapTight>
            <wp:docPr id="555030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503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1822" cy="174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3571EB" w14:textId="00234EAD" w:rsidR="00A14BBB" w:rsidRDefault="00A14BBB" w:rsidP="00B876A2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</w:p>
    <w:p w14:paraId="74019C0C" w14:textId="33F92957" w:rsidR="002035AA" w:rsidRDefault="002035AA" w:rsidP="00B876A2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14:paraId="4A1A8AFE" w14:textId="3A190072" w:rsidR="002035AA" w:rsidRDefault="002035AA" w:rsidP="00B876A2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14:paraId="47860BE6" w14:textId="77777777" w:rsidR="002035AA" w:rsidRDefault="002035AA" w:rsidP="00B876A2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14:paraId="252D3F28" w14:textId="3259E531" w:rsidR="00556029" w:rsidRDefault="00556029" w:rsidP="00912D3B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53583C5A" w14:textId="0A31FA45" w:rsidR="00556029" w:rsidRDefault="00556029" w:rsidP="00912D3B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34549B97" w14:textId="77777777" w:rsidR="00556029" w:rsidRDefault="00556029" w:rsidP="00912D3B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6B9F135F" w14:textId="04953625" w:rsidR="00556029" w:rsidRDefault="00556029" w:rsidP="00912D3B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43DB1438" w14:textId="77777777" w:rsidR="00257795" w:rsidRDefault="00257795" w:rsidP="00912D3B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0B38E611" w14:textId="77777777" w:rsidR="00257795" w:rsidRDefault="00257795" w:rsidP="00912D3B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1F44E8AD" w14:textId="77777777" w:rsidR="00257795" w:rsidRDefault="00257795" w:rsidP="00912D3B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3CCFB573" w14:textId="77777777" w:rsidR="00257795" w:rsidRDefault="00257795" w:rsidP="00912D3B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18E86303" w14:textId="319F06AC" w:rsidR="00556029" w:rsidRDefault="00B16374" w:rsidP="00912D3B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797BF990" wp14:editId="301B8B4A">
            <wp:simplePos x="0" y="0"/>
            <wp:positionH relativeFrom="margin">
              <wp:align>center</wp:align>
            </wp:positionH>
            <wp:positionV relativeFrom="paragraph">
              <wp:posOffset>218440</wp:posOffset>
            </wp:positionV>
            <wp:extent cx="5829935" cy="3171825"/>
            <wp:effectExtent l="0" t="0" r="0" b="9525"/>
            <wp:wrapTight wrapText="bothSides">
              <wp:wrapPolygon edited="0">
                <wp:start x="0" y="0"/>
                <wp:lineTo x="0" y="21535"/>
                <wp:lineTo x="21527" y="21535"/>
                <wp:lineTo x="21527" y="0"/>
                <wp:lineTo x="0" y="0"/>
              </wp:wrapPolygon>
            </wp:wrapTight>
            <wp:docPr id="81368654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368654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9935" cy="317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3C6849" w14:textId="15389311" w:rsidR="00556029" w:rsidRDefault="00556029" w:rsidP="00912D3B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3A4AD02C" w14:textId="2EEB5AAA" w:rsidR="00912D3B" w:rsidRPr="00DB257A" w:rsidRDefault="00556029" w:rsidP="00912D3B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C</w:t>
      </w:r>
      <w:r w:rsidR="00912D3B" w:rsidRPr="00DB257A">
        <w:rPr>
          <w:rFonts w:ascii="Arial" w:hAnsi="Arial" w:cs="Arial"/>
          <w:b/>
          <w:bCs/>
          <w:sz w:val="20"/>
          <w:szCs w:val="20"/>
          <w:lang w:val="en-US"/>
        </w:rPr>
        <w:t xml:space="preserve">omment: </w:t>
      </w:r>
    </w:p>
    <w:p w14:paraId="6320ECFE" w14:textId="77777777" w:rsidR="00391E69" w:rsidRDefault="00391E69" w:rsidP="00EA3FBB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24DD6E2A" w14:textId="4648228C" w:rsidR="002C7E34" w:rsidRDefault="002C7E34" w:rsidP="00EA3FBB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Transmission needs to be replaced and needs to be disassembled for further diagnosis and failure analysis.</w:t>
      </w:r>
      <w:r w:rsidR="00E22072">
        <w:rPr>
          <w:rFonts w:ascii="Arial" w:hAnsi="Arial" w:cs="Arial"/>
          <w:sz w:val="20"/>
          <w:szCs w:val="20"/>
          <w:lang w:val="en-US"/>
        </w:rPr>
        <w:t xml:space="preserve"> </w:t>
      </w:r>
    </w:p>
    <w:p w14:paraId="41187F2B" w14:textId="58621F43" w:rsidR="00CF3ECB" w:rsidRDefault="00CF3ECB">
      <w:pPr>
        <w:rPr>
          <w:rFonts w:ascii="Arial" w:hAnsi="Arial" w:cs="Arial"/>
          <w:sz w:val="20"/>
          <w:szCs w:val="20"/>
          <w:lang w:val="en-US"/>
        </w:rPr>
      </w:pPr>
    </w:p>
    <w:p w14:paraId="64C2EB2F" w14:textId="3E1AE959" w:rsidR="00CF3ECB" w:rsidRPr="002C7E34" w:rsidRDefault="00CF3ECB" w:rsidP="00EA3FBB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52CB4075" wp14:editId="5F0CA0E3">
            <wp:simplePos x="0" y="0"/>
            <wp:positionH relativeFrom="column">
              <wp:posOffset>-1962</wp:posOffset>
            </wp:positionH>
            <wp:positionV relativeFrom="paragraph">
              <wp:posOffset>-1128</wp:posOffset>
            </wp:positionV>
            <wp:extent cx="3007519" cy="4010025"/>
            <wp:effectExtent l="0" t="0" r="2540" b="0"/>
            <wp:wrapTight wrapText="bothSides">
              <wp:wrapPolygon edited="0">
                <wp:start x="0" y="0"/>
                <wp:lineTo x="0" y="21446"/>
                <wp:lineTo x="21481" y="21446"/>
                <wp:lineTo x="21481" y="0"/>
                <wp:lineTo x="0" y="0"/>
              </wp:wrapPolygon>
            </wp:wrapTight>
            <wp:docPr id="184426685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7519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5C4D1A2" w14:textId="77777777" w:rsidR="00454B0F" w:rsidRDefault="00454B0F" w:rsidP="00454B0F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The transmission is wet of oil on the upper front part. Likely from breather blow-out or from another source of oil from above. </w:t>
      </w:r>
    </w:p>
    <w:p w14:paraId="440DC4F0" w14:textId="0447F18B" w:rsidR="004A02EC" w:rsidRDefault="004A02EC" w:rsidP="004A02EC">
      <w:pPr>
        <w:rPr>
          <w:rFonts w:ascii="Arial" w:hAnsi="Arial" w:cs="Arial"/>
          <w:sz w:val="20"/>
          <w:szCs w:val="20"/>
          <w:lang w:val="en-US"/>
        </w:rPr>
      </w:pPr>
    </w:p>
    <w:p w14:paraId="623DDD6C" w14:textId="77777777" w:rsidR="002C7E34" w:rsidRDefault="002C7E34" w:rsidP="004A02EC">
      <w:pPr>
        <w:rPr>
          <w:rFonts w:ascii="Arial" w:hAnsi="Arial" w:cs="Arial"/>
          <w:sz w:val="20"/>
          <w:szCs w:val="20"/>
          <w:lang w:val="en-US"/>
        </w:rPr>
      </w:pPr>
    </w:p>
    <w:p w14:paraId="2E8DCDC6" w14:textId="5A61FF7A" w:rsidR="00454B0F" w:rsidRDefault="00454B0F" w:rsidP="004A02EC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Distributor DGS Mainz, Germany (9307300000) prepared a </w:t>
      </w:r>
      <w:r w:rsidRPr="00454B0F">
        <w:rPr>
          <w:rFonts w:ascii="Arial" w:hAnsi="Arial" w:cs="Arial"/>
          <w:b/>
          <w:bCs/>
          <w:sz w:val="20"/>
          <w:szCs w:val="20"/>
          <w:u w:val="single"/>
          <w:lang w:val="en-US"/>
        </w:rPr>
        <w:t>new</w:t>
      </w:r>
      <w:r>
        <w:rPr>
          <w:rFonts w:ascii="Arial" w:hAnsi="Arial" w:cs="Arial"/>
          <w:sz w:val="20"/>
          <w:szCs w:val="20"/>
          <w:lang w:val="en-US"/>
        </w:rPr>
        <w:t xml:space="preserve"> replacement transmission for airfreight-transportation and customs clearance and sent to Tashkent. </w:t>
      </w:r>
    </w:p>
    <w:p w14:paraId="39795330" w14:textId="77777777" w:rsidR="00454B0F" w:rsidRDefault="00454B0F" w:rsidP="004A02EC">
      <w:pPr>
        <w:rPr>
          <w:rFonts w:ascii="Arial" w:hAnsi="Arial" w:cs="Arial"/>
          <w:sz w:val="20"/>
          <w:szCs w:val="20"/>
          <w:lang w:val="en-US"/>
        </w:rPr>
      </w:pPr>
    </w:p>
    <w:p w14:paraId="0A79603F" w14:textId="77777777" w:rsidR="00454B0F" w:rsidRDefault="00454B0F" w:rsidP="004A02EC">
      <w:pPr>
        <w:rPr>
          <w:rFonts w:ascii="Arial" w:hAnsi="Arial" w:cs="Arial"/>
          <w:sz w:val="20"/>
          <w:szCs w:val="20"/>
          <w:lang w:val="en-US"/>
        </w:rPr>
      </w:pPr>
    </w:p>
    <w:p w14:paraId="28C7635B" w14:textId="77777777" w:rsidR="00454B0F" w:rsidRDefault="00454B0F" w:rsidP="00E2207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775B95EA" w14:textId="77777777" w:rsidR="00454B0F" w:rsidRDefault="00454B0F" w:rsidP="00E2207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1B566640" w14:textId="77777777" w:rsidR="00454B0F" w:rsidRDefault="00454B0F" w:rsidP="00E2207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1A8A12F2" w14:textId="77777777" w:rsidR="00454B0F" w:rsidRDefault="00454B0F" w:rsidP="00E2207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7483C806" w14:textId="77777777" w:rsidR="00454B0F" w:rsidRDefault="00454B0F" w:rsidP="00E2207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7AA61737" w14:textId="77777777" w:rsidR="00454B0F" w:rsidRDefault="00454B0F" w:rsidP="00E2207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2AA51161" w14:textId="77777777" w:rsidR="00454B0F" w:rsidRDefault="00454B0F" w:rsidP="00E2207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094CE9F0" w14:textId="77777777" w:rsidR="00454B0F" w:rsidRDefault="00454B0F" w:rsidP="00E2207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21B45BB7" w14:textId="77777777" w:rsidR="00454B0F" w:rsidRDefault="00454B0F" w:rsidP="00E2207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745F2E2D" w14:textId="77777777" w:rsidR="00454B0F" w:rsidRDefault="00454B0F" w:rsidP="00E2207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53810A6C" w14:textId="77777777" w:rsidR="00454B0F" w:rsidRDefault="00454B0F" w:rsidP="00E2207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0FD872BE" w14:textId="77777777" w:rsidR="00454B0F" w:rsidRDefault="00454B0F" w:rsidP="00E2207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6233ED19" w14:textId="77777777" w:rsidR="00454B0F" w:rsidRDefault="00454B0F" w:rsidP="00E2207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2F31469C" w14:textId="77777777" w:rsidR="00454B0F" w:rsidRDefault="00454B0F" w:rsidP="00E2207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7C44294C" w14:textId="77777777" w:rsidR="00454B0F" w:rsidRDefault="00454B0F" w:rsidP="00E2207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0DD6560D" w14:textId="77777777" w:rsidR="00454B0F" w:rsidRDefault="00454B0F" w:rsidP="00E2207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63A9897A" w14:textId="77777777" w:rsidR="00454B0F" w:rsidRDefault="00454B0F" w:rsidP="00E2207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76D48F94" w14:textId="72AFF727" w:rsidR="00E22072" w:rsidRPr="00BA17AA" w:rsidRDefault="00E22072" w:rsidP="00E2207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highlight w:val="yellow"/>
          <w:lang w:val="en-US"/>
        </w:rPr>
      </w:pPr>
      <w:r w:rsidRPr="00E22072">
        <w:rPr>
          <w:rFonts w:ascii="Arial" w:hAnsi="Arial" w:cs="Arial"/>
          <w:b/>
          <w:bCs/>
          <w:sz w:val="20"/>
          <w:szCs w:val="20"/>
          <w:lang w:val="en-US"/>
        </w:rPr>
        <w:t>Correction: Cont.</w:t>
      </w:r>
      <w:r w:rsidRPr="00BA17AA">
        <w:rPr>
          <w:rFonts w:ascii="Arial" w:hAnsi="Arial" w:cs="Arial"/>
          <w:b/>
          <w:bCs/>
          <w:sz w:val="20"/>
          <w:szCs w:val="20"/>
          <w:highlight w:val="yellow"/>
          <w:lang w:val="en-US"/>
        </w:rPr>
        <w:br/>
      </w:r>
    </w:p>
    <w:p w14:paraId="5395132E" w14:textId="2E10A51B" w:rsidR="00E22072" w:rsidRPr="00E22072" w:rsidRDefault="00E22072" w:rsidP="00E22072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 w:rsidRPr="00E22072">
        <w:rPr>
          <w:rFonts w:ascii="Arial" w:hAnsi="Arial" w:cs="Arial"/>
          <w:b/>
          <w:bCs/>
          <w:sz w:val="20"/>
          <w:szCs w:val="20"/>
          <w:lang w:val="en-US"/>
        </w:rPr>
        <w:t>Tuesday, 27.06.2023:</w:t>
      </w:r>
      <w:r w:rsidRPr="00E22072">
        <w:rPr>
          <w:rFonts w:ascii="Arial" w:hAnsi="Arial" w:cs="Arial"/>
          <w:sz w:val="20"/>
          <w:szCs w:val="20"/>
          <w:lang w:val="en-US"/>
        </w:rPr>
        <w:t xml:space="preserve">  Transmission replacement. Removed failed unit SN 6511879677 and installed </w:t>
      </w:r>
      <w:r w:rsidRPr="00E22072">
        <w:rPr>
          <w:rFonts w:ascii="Arial" w:hAnsi="Arial" w:cs="Arial"/>
          <w:sz w:val="20"/>
          <w:szCs w:val="20"/>
          <w:u w:val="single"/>
          <w:lang w:val="en-US"/>
        </w:rPr>
        <w:t>new</w:t>
      </w:r>
      <w:r w:rsidRPr="00E22072">
        <w:rPr>
          <w:rFonts w:ascii="Arial" w:hAnsi="Arial" w:cs="Arial"/>
          <w:sz w:val="20"/>
          <w:szCs w:val="20"/>
          <w:u w:val="single"/>
          <w:lang w:val="en-US"/>
        </w:rPr>
        <w:t xml:space="preserve"> </w:t>
      </w:r>
      <w:r w:rsidRPr="00E22072">
        <w:rPr>
          <w:rFonts w:ascii="Arial" w:hAnsi="Arial" w:cs="Arial"/>
          <w:sz w:val="20"/>
          <w:szCs w:val="20"/>
          <w:u w:val="single"/>
          <w:lang w:val="en-US"/>
        </w:rPr>
        <w:t>replacement unit</w:t>
      </w:r>
      <w:r w:rsidRPr="00E22072">
        <w:rPr>
          <w:rFonts w:ascii="Arial" w:hAnsi="Arial" w:cs="Arial"/>
          <w:sz w:val="20"/>
          <w:szCs w:val="20"/>
          <w:lang w:val="en-US"/>
        </w:rPr>
        <w:t xml:space="preserve"> SN 6520238396</w:t>
      </w:r>
      <w:r>
        <w:rPr>
          <w:rFonts w:ascii="Arial" w:hAnsi="Arial" w:cs="Arial"/>
          <w:sz w:val="20"/>
          <w:szCs w:val="20"/>
          <w:lang w:val="en-US"/>
        </w:rPr>
        <w:t>,</w:t>
      </w:r>
      <w:r w:rsidRPr="00E22072">
        <w:rPr>
          <w:rFonts w:ascii="Arial" w:hAnsi="Arial" w:cs="Arial"/>
          <w:sz w:val="20"/>
          <w:szCs w:val="20"/>
          <w:lang w:val="en-US"/>
        </w:rPr>
        <w:t xml:space="preserve"> as advised by Distributor Customer Support Manager, Rolf Oerter.</w:t>
      </w:r>
    </w:p>
    <w:p w14:paraId="362EE510" w14:textId="77777777" w:rsidR="00E22072" w:rsidRDefault="00E22072" w:rsidP="00E22072">
      <w:pPr>
        <w:pStyle w:val="Listenabsatz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 w:rsidRPr="00E22072">
        <w:rPr>
          <w:rFonts w:ascii="Arial" w:hAnsi="Arial" w:cs="Arial"/>
          <w:sz w:val="20"/>
          <w:szCs w:val="20"/>
          <w:lang w:val="en-US"/>
        </w:rPr>
        <w:t xml:space="preserve">The replacement unit had been modified into required spec of original unit prior to installation. </w:t>
      </w:r>
    </w:p>
    <w:p w14:paraId="190DB3A4" w14:textId="40166590" w:rsidR="00E22072" w:rsidRDefault="00E22072" w:rsidP="00E22072">
      <w:pPr>
        <w:pStyle w:val="Listenabsatz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 w:rsidRPr="00E22072">
        <w:rPr>
          <w:rFonts w:ascii="Arial" w:hAnsi="Arial" w:cs="Arial"/>
          <w:sz w:val="20"/>
          <w:szCs w:val="20"/>
          <w:lang w:val="en-US"/>
        </w:rPr>
        <w:t xml:space="preserve">Recorded some DOC snapshots, reset </w:t>
      </w:r>
      <w:proofErr w:type="spellStart"/>
      <w:r w:rsidRPr="00E22072">
        <w:rPr>
          <w:rFonts w:ascii="Arial" w:hAnsi="Arial" w:cs="Arial"/>
          <w:sz w:val="20"/>
          <w:szCs w:val="20"/>
          <w:lang w:val="en-US"/>
        </w:rPr>
        <w:t>Adaptives</w:t>
      </w:r>
      <w:proofErr w:type="spellEnd"/>
      <w:r w:rsidRPr="00E22072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E22072">
        <w:rPr>
          <w:rFonts w:ascii="Arial" w:hAnsi="Arial" w:cs="Arial"/>
          <w:sz w:val="20"/>
          <w:szCs w:val="20"/>
          <w:lang w:val="en-US"/>
        </w:rPr>
        <w:t>Transhealth</w:t>
      </w:r>
      <w:proofErr w:type="spellEnd"/>
      <w:r w:rsidRPr="00E22072">
        <w:rPr>
          <w:rFonts w:ascii="Arial" w:hAnsi="Arial" w:cs="Arial"/>
          <w:sz w:val="20"/>
          <w:szCs w:val="20"/>
          <w:lang w:val="en-US"/>
        </w:rPr>
        <w:t xml:space="preserve"> and Prognostics information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14:paraId="4782132D" w14:textId="61B8E886" w:rsidR="00E22072" w:rsidRPr="00E22072" w:rsidRDefault="00E22072" w:rsidP="00E22072">
      <w:pPr>
        <w:pStyle w:val="Listenabsatz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Final Test Drive. Ok.</w:t>
      </w:r>
    </w:p>
    <w:p w14:paraId="3DB14B95" w14:textId="77777777" w:rsidR="00E22072" w:rsidRDefault="00E22072" w:rsidP="00E22072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14:paraId="55AD6506" w14:textId="77777777" w:rsidR="00E22072" w:rsidRDefault="00E22072" w:rsidP="00E22072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6237"/>
        <w:gridCol w:w="992"/>
        <w:gridCol w:w="964"/>
      </w:tblGrid>
      <w:tr w:rsidR="00E22072" w:rsidRPr="00912D3B" w14:paraId="076EAC69" w14:textId="77777777" w:rsidTr="0094102A">
        <w:tc>
          <w:tcPr>
            <w:tcW w:w="1163" w:type="dxa"/>
            <w:shd w:val="clear" w:color="auto" w:fill="auto"/>
          </w:tcPr>
          <w:p w14:paraId="78098579" w14:textId="77777777" w:rsidR="00E22072" w:rsidRPr="00912D3B" w:rsidRDefault="00E22072" w:rsidP="0094102A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br w:type="page"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 w:type="page"/>
            </w:r>
            <w:r w:rsidRPr="00912D3B">
              <w:rPr>
                <w:rFonts w:ascii="Arial" w:hAnsi="Arial" w:cs="Arial"/>
                <w:b/>
                <w:sz w:val="20"/>
                <w:szCs w:val="20"/>
                <w:lang w:val="en-US"/>
              </w:rPr>
              <w:t>Labor Code</w:t>
            </w:r>
          </w:p>
        </w:tc>
        <w:tc>
          <w:tcPr>
            <w:tcW w:w="6237" w:type="dxa"/>
            <w:shd w:val="clear" w:color="auto" w:fill="auto"/>
          </w:tcPr>
          <w:p w14:paraId="20525B2F" w14:textId="77777777" w:rsidR="00E22072" w:rsidRPr="00912D3B" w:rsidRDefault="00E22072" w:rsidP="0094102A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912D3B">
              <w:rPr>
                <w:rFonts w:ascii="Arial" w:hAnsi="Arial" w:cs="Arial"/>
                <w:b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992" w:type="dxa"/>
            <w:shd w:val="clear" w:color="auto" w:fill="auto"/>
          </w:tcPr>
          <w:p w14:paraId="1280E707" w14:textId="77777777" w:rsidR="00E22072" w:rsidRPr="00912D3B" w:rsidRDefault="00E22072" w:rsidP="0094102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12D3B">
              <w:rPr>
                <w:rFonts w:ascii="Arial" w:hAnsi="Arial" w:cs="Arial"/>
                <w:sz w:val="20"/>
                <w:szCs w:val="20"/>
                <w:lang w:val="en-US"/>
              </w:rPr>
              <w:t>Time allowed</w:t>
            </w:r>
          </w:p>
        </w:tc>
        <w:tc>
          <w:tcPr>
            <w:tcW w:w="964" w:type="dxa"/>
            <w:shd w:val="clear" w:color="auto" w:fill="auto"/>
          </w:tcPr>
          <w:p w14:paraId="762BBFEC" w14:textId="77777777" w:rsidR="00E22072" w:rsidRPr="00912D3B" w:rsidRDefault="00E22072" w:rsidP="0094102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12D3B">
              <w:rPr>
                <w:rFonts w:ascii="Arial" w:hAnsi="Arial" w:cs="Arial"/>
                <w:sz w:val="20"/>
                <w:szCs w:val="20"/>
                <w:lang w:val="en-US"/>
              </w:rPr>
              <w:t>Time needed</w:t>
            </w:r>
          </w:p>
        </w:tc>
      </w:tr>
      <w:tr w:rsidR="00E22072" w:rsidRPr="00E22072" w14:paraId="30E20E33" w14:textId="77777777" w:rsidTr="0094102A">
        <w:tc>
          <w:tcPr>
            <w:tcW w:w="1163" w:type="dxa"/>
            <w:shd w:val="clear" w:color="auto" w:fill="auto"/>
          </w:tcPr>
          <w:p w14:paraId="3BD8EC5F" w14:textId="77777777" w:rsidR="00E22072" w:rsidRPr="00912D3B" w:rsidRDefault="00E22072" w:rsidP="0094102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11111111</w:t>
            </w:r>
          </w:p>
        </w:tc>
        <w:tc>
          <w:tcPr>
            <w:tcW w:w="6237" w:type="dxa"/>
            <w:shd w:val="clear" w:color="auto" w:fill="auto"/>
          </w:tcPr>
          <w:p w14:paraId="0BF0C325" w14:textId="45F072C4" w:rsidR="00E22072" w:rsidRPr="00912D3B" w:rsidRDefault="00E22072" w:rsidP="0094102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3775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05.06.2023: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DA68B8">
              <w:rPr>
                <w:rFonts w:ascii="Arial" w:hAnsi="Arial" w:cs="Arial"/>
                <w:sz w:val="20"/>
                <w:szCs w:val="20"/>
                <w:lang w:val="en-US"/>
              </w:rPr>
              <w:t>Dealer 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ravel</w:t>
            </w:r>
            <w:r w:rsidR="00DA68B8">
              <w:rPr>
                <w:rFonts w:ascii="Arial" w:hAnsi="Arial" w:cs="Arial"/>
                <w:sz w:val="20"/>
                <w:szCs w:val="20"/>
                <w:lang w:val="en-US"/>
              </w:rPr>
              <w:t>led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to jobsite and back home. </w:t>
            </w:r>
          </w:p>
        </w:tc>
        <w:tc>
          <w:tcPr>
            <w:tcW w:w="992" w:type="dxa"/>
            <w:shd w:val="clear" w:color="auto" w:fill="auto"/>
          </w:tcPr>
          <w:p w14:paraId="2E7B129F" w14:textId="090A2404" w:rsidR="00E22072" w:rsidRPr="00912D3B" w:rsidRDefault="00E22072" w:rsidP="0094102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64" w:type="dxa"/>
            <w:shd w:val="clear" w:color="auto" w:fill="auto"/>
          </w:tcPr>
          <w:p w14:paraId="42862FBC" w14:textId="5EFF190B" w:rsidR="00E22072" w:rsidRPr="00912D3B" w:rsidRDefault="00DA68B8" w:rsidP="0094102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1,0</w:t>
            </w:r>
          </w:p>
        </w:tc>
      </w:tr>
      <w:tr w:rsidR="00E22072" w:rsidRPr="00065035" w14:paraId="45E12FF5" w14:textId="77777777" w:rsidTr="0094102A">
        <w:tc>
          <w:tcPr>
            <w:tcW w:w="1163" w:type="dxa"/>
            <w:shd w:val="clear" w:color="auto" w:fill="auto"/>
          </w:tcPr>
          <w:p w14:paraId="6B477844" w14:textId="77777777" w:rsidR="00E22072" w:rsidRPr="00912D3B" w:rsidRDefault="00E22072" w:rsidP="0094102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564CC">
              <w:rPr>
                <w:rFonts w:ascii="Arial" w:hAnsi="Arial" w:cs="Arial"/>
                <w:sz w:val="20"/>
                <w:szCs w:val="20"/>
                <w:lang w:val="en-US"/>
              </w:rPr>
              <w:t>00096900</w:t>
            </w:r>
          </w:p>
        </w:tc>
        <w:tc>
          <w:tcPr>
            <w:tcW w:w="6237" w:type="dxa"/>
            <w:shd w:val="clear" w:color="auto" w:fill="auto"/>
          </w:tcPr>
          <w:p w14:paraId="2FDDBC52" w14:textId="4727E4F7" w:rsidR="00E22072" w:rsidRPr="00912D3B" w:rsidRDefault="00E22072" w:rsidP="0094102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Initial road test drive with fleet’s driver. Initial conversation with fleet shop foreman.</w:t>
            </w:r>
            <w:r w:rsidR="00763EC5">
              <w:rPr>
                <w:rFonts w:ascii="Arial" w:hAnsi="Arial" w:cs="Arial"/>
                <w:sz w:val="20"/>
                <w:szCs w:val="20"/>
                <w:lang w:val="en-US"/>
              </w:rPr>
              <w:t xml:space="preserve"> Place bus on pit for investigation.</w:t>
            </w:r>
          </w:p>
        </w:tc>
        <w:tc>
          <w:tcPr>
            <w:tcW w:w="992" w:type="dxa"/>
            <w:shd w:val="clear" w:color="auto" w:fill="auto"/>
          </w:tcPr>
          <w:p w14:paraId="688E53C1" w14:textId="77777777" w:rsidR="00E22072" w:rsidRPr="00912D3B" w:rsidRDefault="00E22072" w:rsidP="0094102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0,1</w:t>
            </w:r>
          </w:p>
        </w:tc>
        <w:tc>
          <w:tcPr>
            <w:tcW w:w="964" w:type="dxa"/>
            <w:shd w:val="clear" w:color="auto" w:fill="auto"/>
          </w:tcPr>
          <w:p w14:paraId="372FF545" w14:textId="77777777" w:rsidR="00E22072" w:rsidRPr="00912D3B" w:rsidRDefault="00E22072" w:rsidP="0094102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1,0</w:t>
            </w:r>
          </w:p>
        </w:tc>
      </w:tr>
      <w:tr w:rsidR="00E22072" w:rsidRPr="00065035" w14:paraId="5711271C" w14:textId="77777777" w:rsidTr="0094102A">
        <w:tc>
          <w:tcPr>
            <w:tcW w:w="1163" w:type="dxa"/>
            <w:shd w:val="clear" w:color="auto" w:fill="auto"/>
          </w:tcPr>
          <w:p w14:paraId="6AF9A650" w14:textId="77777777" w:rsidR="00E22072" w:rsidRPr="00912D3B" w:rsidRDefault="00E22072" w:rsidP="0094102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564CC">
              <w:rPr>
                <w:rFonts w:ascii="Arial" w:hAnsi="Arial" w:cs="Arial"/>
                <w:sz w:val="20"/>
                <w:szCs w:val="20"/>
                <w:lang w:val="en-US"/>
              </w:rPr>
              <w:t>00096901</w:t>
            </w:r>
          </w:p>
        </w:tc>
        <w:tc>
          <w:tcPr>
            <w:tcW w:w="6237" w:type="dxa"/>
            <w:shd w:val="clear" w:color="auto" w:fill="auto"/>
          </w:tcPr>
          <w:p w14:paraId="066E42E0" w14:textId="36A431DE" w:rsidR="00E22072" w:rsidRPr="00912D3B" w:rsidRDefault="00E22072" w:rsidP="0094102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Troubleshooting with DOC under guidance of Rolf Oerter</w:t>
            </w:r>
            <w:r w:rsidR="00763EC5">
              <w:rPr>
                <w:rFonts w:ascii="Arial" w:hAnsi="Arial" w:cs="Arial"/>
                <w:sz w:val="20"/>
                <w:szCs w:val="20"/>
                <w:lang w:val="en-US"/>
              </w:rPr>
              <w:t xml:space="preserve"> via phone</w:t>
            </w:r>
          </w:p>
        </w:tc>
        <w:tc>
          <w:tcPr>
            <w:tcW w:w="992" w:type="dxa"/>
            <w:shd w:val="clear" w:color="auto" w:fill="auto"/>
          </w:tcPr>
          <w:p w14:paraId="4F084FEF" w14:textId="77777777" w:rsidR="00E22072" w:rsidRPr="00912D3B" w:rsidRDefault="00E22072" w:rsidP="0094102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1,0</w:t>
            </w:r>
          </w:p>
        </w:tc>
        <w:tc>
          <w:tcPr>
            <w:tcW w:w="964" w:type="dxa"/>
            <w:shd w:val="clear" w:color="auto" w:fill="auto"/>
          </w:tcPr>
          <w:p w14:paraId="0CEF6562" w14:textId="77777777" w:rsidR="00E22072" w:rsidRPr="00912D3B" w:rsidRDefault="00E22072" w:rsidP="0094102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1,0</w:t>
            </w:r>
          </w:p>
        </w:tc>
      </w:tr>
      <w:tr w:rsidR="00E22072" w:rsidRPr="00065035" w14:paraId="11F89DC2" w14:textId="77777777" w:rsidTr="0094102A">
        <w:tc>
          <w:tcPr>
            <w:tcW w:w="1163" w:type="dxa"/>
            <w:shd w:val="clear" w:color="auto" w:fill="auto"/>
          </w:tcPr>
          <w:p w14:paraId="48163417" w14:textId="77777777" w:rsidR="00E22072" w:rsidRPr="00912D3B" w:rsidRDefault="00E22072" w:rsidP="0094102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37" w:type="dxa"/>
            <w:shd w:val="clear" w:color="auto" w:fill="auto"/>
          </w:tcPr>
          <w:p w14:paraId="16D924CF" w14:textId="77777777" w:rsidR="00E22072" w:rsidRPr="00912D3B" w:rsidRDefault="00E22072" w:rsidP="0094102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2365D37F" w14:textId="77777777" w:rsidR="00E22072" w:rsidRPr="00912D3B" w:rsidRDefault="00E22072" w:rsidP="0094102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64" w:type="dxa"/>
            <w:shd w:val="clear" w:color="auto" w:fill="auto"/>
          </w:tcPr>
          <w:p w14:paraId="146F6EC1" w14:textId="77777777" w:rsidR="00E22072" w:rsidRPr="00912D3B" w:rsidRDefault="00E22072" w:rsidP="0094102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22072" w:rsidRPr="00065035" w14:paraId="6588B278" w14:textId="77777777" w:rsidTr="0094102A">
        <w:tc>
          <w:tcPr>
            <w:tcW w:w="1163" w:type="dxa"/>
            <w:shd w:val="clear" w:color="auto" w:fill="auto"/>
          </w:tcPr>
          <w:p w14:paraId="09C8E56F" w14:textId="77777777" w:rsidR="00E22072" w:rsidRPr="00912D3B" w:rsidRDefault="00E22072" w:rsidP="0094102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3775A">
              <w:rPr>
                <w:rFonts w:ascii="Arial" w:hAnsi="Arial" w:cs="Arial"/>
                <w:sz w:val="20"/>
                <w:szCs w:val="20"/>
                <w:lang w:val="en-US"/>
              </w:rPr>
              <w:t>00094006</w:t>
            </w:r>
          </w:p>
        </w:tc>
        <w:tc>
          <w:tcPr>
            <w:tcW w:w="6237" w:type="dxa"/>
            <w:shd w:val="clear" w:color="auto" w:fill="auto"/>
          </w:tcPr>
          <w:p w14:paraId="7B169183" w14:textId="77777777" w:rsidR="00E22072" w:rsidRPr="00912D3B" w:rsidRDefault="00E22072" w:rsidP="0094102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3775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27.06.2023: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Steam clean transmission and installed area</w:t>
            </w:r>
          </w:p>
        </w:tc>
        <w:tc>
          <w:tcPr>
            <w:tcW w:w="992" w:type="dxa"/>
            <w:shd w:val="clear" w:color="auto" w:fill="auto"/>
          </w:tcPr>
          <w:p w14:paraId="2BD945A7" w14:textId="77777777" w:rsidR="00E22072" w:rsidRPr="00912D3B" w:rsidRDefault="00E22072" w:rsidP="0094102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0,5</w:t>
            </w:r>
          </w:p>
        </w:tc>
        <w:tc>
          <w:tcPr>
            <w:tcW w:w="964" w:type="dxa"/>
            <w:shd w:val="clear" w:color="auto" w:fill="auto"/>
          </w:tcPr>
          <w:p w14:paraId="4951E345" w14:textId="77777777" w:rsidR="00E22072" w:rsidRPr="00912D3B" w:rsidRDefault="00E22072" w:rsidP="0094102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0,5</w:t>
            </w:r>
          </w:p>
        </w:tc>
      </w:tr>
      <w:tr w:rsidR="00E22072" w:rsidRPr="00065035" w14:paraId="20338078" w14:textId="77777777" w:rsidTr="0094102A">
        <w:tc>
          <w:tcPr>
            <w:tcW w:w="1163" w:type="dxa"/>
            <w:shd w:val="clear" w:color="auto" w:fill="auto"/>
          </w:tcPr>
          <w:p w14:paraId="48338EB8" w14:textId="77777777" w:rsidR="00E22072" w:rsidRPr="00912D3B" w:rsidRDefault="00E22072" w:rsidP="0094102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3775A">
              <w:rPr>
                <w:rFonts w:ascii="Arial" w:hAnsi="Arial" w:cs="Arial"/>
                <w:sz w:val="20"/>
                <w:szCs w:val="20"/>
                <w:lang w:val="en-US"/>
              </w:rPr>
              <w:t>00094011</w:t>
            </w:r>
          </w:p>
        </w:tc>
        <w:tc>
          <w:tcPr>
            <w:tcW w:w="6237" w:type="dxa"/>
            <w:shd w:val="clear" w:color="auto" w:fill="auto"/>
          </w:tcPr>
          <w:p w14:paraId="7CF6FC9C" w14:textId="77777777" w:rsidR="00E22072" w:rsidRPr="00912D3B" w:rsidRDefault="00E22072" w:rsidP="0094102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R&amp;R underfloor protection plate and cross member panels</w:t>
            </w:r>
          </w:p>
        </w:tc>
        <w:tc>
          <w:tcPr>
            <w:tcW w:w="992" w:type="dxa"/>
            <w:shd w:val="clear" w:color="auto" w:fill="auto"/>
          </w:tcPr>
          <w:p w14:paraId="2A45EFB9" w14:textId="77777777" w:rsidR="00E22072" w:rsidRPr="00912D3B" w:rsidRDefault="00E22072" w:rsidP="0094102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1,0</w:t>
            </w:r>
          </w:p>
        </w:tc>
        <w:tc>
          <w:tcPr>
            <w:tcW w:w="964" w:type="dxa"/>
            <w:shd w:val="clear" w:color="auto" w:fill="auto"/>
          </w:tcPr>
          <w:p w14:paraId="580A5A35" w14:textId="77777777" w:rsidR="00E22072" w:rsidRPr="00912D3B" w:rsidRDefault="00E22072" w:rsidP="0094102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1,0</w:t>
            </w:r>
          </w:p>
        </w:tc>
      </w:tr>
      <w:tr w:rsidR="00E22072" w:rsidRPr="00BA17AA" w14:paraId="31BAFACC" w14:textId="77777777" w:rsidTr="0094102A">
        <w:trPr>
          <w:trHeight w:val="146"/>
        </w:trPr>
        <w:tc>
          <w:tcPr>
            <w:tcW w:w="1163" w:type="dxa"/>
            <w:shd w:val="clear" w:color="auto" w:fill="auto"/>
          </w:tcPr>
          <w:p w14:paraId="72D42D91" w14:textId="77777777" w:rsidR="00E22072" w:rsidRPr="00912D3B" w:rsidRDefault="00E22072" w:rsidP="0094102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3775A">
              <w:rPr>
                <w:rFonts w:ascii="Arial" w:hAnsi="Arial" w:cs="Arial"/>
                <w:sz w:val="20"/>
                <w:szCs w:val="20"/>
                <w:lang w:val="en-US"/>
              </w:rPr>
              <w:t>00094000</w:t>
            </w:r>
          </w:p>
        </w:tc>
        <w:tc>
          <w:tcPr>
            <w:tcW w:w="6237" w:type="dxa"/>
            <w:shd w:val="clear" w:color="auto" w:fill="auto"/>
          </w:tcPr>
          <w:p w14:paraId="50E519CC" w14:textId="5419E45E" w:rsidR="00E22072" w:rsidRPr="00912D3B" w:rsidRDefault="00E22072" w:rsidP="0094102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R&amp;R transmission, transmission replacement</w:t>
            </w:r>
            <w:r w:rsidR="00763EC5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001B8659" w14:textId="77777777" w:rsidR="00E22072" w:rsidRPr="00912D3B" w:rsidRDefault="00E22072" w:rsidP="0094102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6,0</w:t>
            </w:r>
          </w:p>
        </w:tc>
        <w:tc>
          <w:tcPr>
            <w:tcW w:w="964" w:type="dxa"/>
            <w:shd w:val="clear" w:color="auto" w:fill="auto"/>
          </w:tcPr>
          <w:p w14:paraId="3AFDB2A3" w14:textId="5419F9A4" w:rsidR="00E22072" w:rsidRPr="00BA17AA" w:rsidRDefault="00DA68B8" w:rsidP="0094102A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8,5</w:t>
            </w:r>
          </w:p>
        </w:tc>
      </w:tr>
      <w:tr w:rsidR="00E22072" w:rsidRPr="00065035" w14:paraId="40CD518A" w14:textId="77777777" w:rsidTr="0094102A">
        <w:tc>
          <w:tcPr>
            <w:tcW w:w="1163" w:type="dxa"/>
            <w:shd w:val="clear" w:color="auto" w:fill="auto"/>
          </w:tcPr>
          <w:p w14:paraId="6D343554" w14:textId="77777777" w:rsidR="00E22072" w:rsidRPr="00912D3B" w:rsidRDefault="00E22072" w:rsidP="0094102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25CE1">
              <w:rPr>
                <w:rFonts w:ascii="Arial" w:hAnsi="Arial" w:cs="Arial"/>
                <w:sz w:val="20"/>
                <w:szCs w:val="20"/>
                <w:lang w:val="en-US"/>
              </w:rPr>
              <w:t>00096401</w:t>
            </w:r>
          </w:p>
        </w:tc>
        <w:tc>
          <w:tcPr>
            <w:tcW w:w="6237" w:type="dxa"/>
            <w:shd w:val="clear" w:color="auto" w:fill="auto"/>
          </w:tcPr>
          <w:p w14:paraId="06EED3D3" w14:textId="77777777" w:rsidR="00E22072" w:rsidRPr="00912D3B" w:rsidRDefault="00E22072" w:rsidP="0094102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Final Test drive with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adaptives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3410652" w14:textId="77777777" w:rsidR="00E22072" w:rsidRPr="00912D3B" w:rsidRDefault="00E22072" w:rsidP="0094102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1,0</w:t>
            </w:r>
          </w:p>
        </w:tc>
        <w:tc>
          <w:tcPr>
            <w:tcW w:w="964" w:type="dxa"/>
            <w:shd w:val="clear" w:color="auto" w:fill="auto"/>
          </w:tcPr>
          <w:p w14:paraId="409C21E6" w14:textId="77777777" w:rsidR="00E22072" w:rsidRPr="00912D3B" w:rsidRDefault="00E22072" w:rsidP="0094102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1,0</w:t>
            </w:r>
          </w:p>
        </w:tc>
      </w:tr>
      <w:tr w:rsidR="00E22072" w:rsidRPr="00065035" w14:paraId="360B258A" w14:textId="77777777" w:rsidTr="0094102A">
        <w:tc>
          <w:tcPr>
            <w:tcW w:w="1163" w:type="dxa"/>
            <w:shd w:val="clear" w:color="auto" w:fill="auto"/>
          </w:tcPr>
          <w:p w14:paraId="1FBE04EF" w14:textId="77777777" w:rsidR="00E22072" w:rsidRPr="00912D3B" w:rsidRDefault="00E22072" w:rsidP="0094102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564CC">
              <w:rPr>
                <w:rFonts w:ascii="Arial" w:hAnsi="Arial" w:cs="Arial"/>
                <w:sz w:val="20"/>
                <w:szCs w:val="20"/>
                <w:lang w:val="en-US"/>
              </w:rPr>
              <w:t>00096901</w:t>
            </w:r>
          </w:p>
        </w:tc>
        <w:tc>
          <w:tcPr>
            <w:tcW w:w="6237" w:type="dxa"/>
            <w:shd w:val="clear" w:color="auto" w:fill="auto"/>
          </w:tcPr>
          <w:p w14:paraId="57D00A95" w14:textId="74CA91FA" w:rsidR="00E22072" w:rsidRDefault="00E22072" w:rsidP="0094102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Diagnostics with DOC. Recorded snapshots by advice or Rolf Oerter, Distributor customer support manager. Reset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Adaptives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Transhealth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and Prognostics information</w:t>
            </w:r>
            <w:r w:rsidR="003B436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  <w:p w14:paraId="6332D416" w14:textId="77777777" w:rsidR="00E22072" w:rsidRDefault="00E22072" w:rsidP="0094102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FFF47A7" w14:textId="77777777" w:rsidR="00E22072" w:rsidRPr="00912D3B" w:rsidRDefault="00E22072" w:rsidP="0094102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6F6CAE94" w14:textId="77777777" w:rsidR="00E22072" w:rsidRPr="00912D3B" w:rsidRDefault="00E22072" w:rsidP="0094102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1,0</w:t>
            </w:r>
          </w:p>
        </w:tc>
        <w:tc>
          <w:tcPr>
            <w:tcW w:w="964" w:type="dxa"/>
            <w:shd w:val="clear" w:color="auto" w:fill="auto"/>
          </w:tcPr>
          <w:p w14:paraId="37724699" w14:textId="77777777" w:rsidR="00E22072" w:rsidRPr="00912D3B" w:rsidRDefault="00E22072" w:rsidP="0094102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1,0</w:t>
            </w:r>
          </w:p>
        </w:tc>
      </w:tr>
    </w:tbl>
    <w:p w14:paraId="7E4C732C" w14:textId="77777777" w:rsidR="004A02EC" w:rsidRDefault="004A02EC" w:rsidP="004A02EC">
      <w:pPr>
        <w:rPr>
          <w:rFonts w:ascii="Arial" w:hAnsi="Arial" w:cs="Arial"/>
          <w:sz w:val="20"/>
          <w:szCs w:val="20"/>
          <w:lang w:val="en-US"/>
        </w:rPr>
      </w:pPr>
    </w:p>
    <w:p w14:paraId="50BBEE8C" w14:textId="77777777" w:rsidR="004E7849" w:rsidRDefault="004E7849" w:rsidP="004A02EC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6237"/>
        <w:gridCol w:w="992"/>
        <w:gridCol w:w="964"/>
      </w:tblGrid>
      <w:tr w:rsidR="008B7114" w:rsidRPr="00912D3B" w14:paraId="05F59146" w14:textId="77777777" w:rsidTr="0094102A">
        <w:tc>
          <w:tcPr>
            <w:tcW w:w="1163" w:type="dxa"/>
            <w:shd w:val="clear" w:color="auto" w:fill="auto"/>
          </w:tcPr>
          <w:p w14:paraId="67976B8B" w14:textId="77777777" w:rsidR="008B7114" w:rsidRPr="00912D3B" w:rsidRDefault="008B7114" w:rsidP="0094102A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br w:type="page"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 w:type="page"/>
            </w:r>
            <w:r w:rsidRPr="00912D3B">
              <w:rPr>
                <w:rFonts w:ascii="Arial" w:hAnsi="Arial" w:cs="Arial"/>
                <w:b/>
                <w:sz w:val="20"/>
                <w:szCs w:val="20"/>
                <w:lang w:val="en-US"/>
              </w:rPr>
              <w:t>Labor Code</w:t>
            </w:r>
          </w:p>
        </w:tc>
        <w:tc>
          <w:tcPr>
            <w:tcW w:w="6237" w:type="dxa"/>
            <w:shd w:val="clear" w:color="auto" w:fill="auto"/>
          </w:tcPr>
          <w:p w14:paraId="3705A610" w14:textId="77777777" w:rsidR="008B7114" w:rsidRPr="00912D3B" w:rsidRDefault="008B7114" w:rsidP="0094102A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912D3B">
              <w:rPr>
                <w:rFonts w:ascii="Arial" w:hAnsi="Arial" w:cs="Arial"/>
                <w:b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992" w:type="dxa"/>
            <w:shd w:val="clear" w:color="auto" w:fill="auto"/>
          </w:tcPr>
          <w:p w14:paraId="6EC0833C" w14:textId="77777777" w:rsidR="008B7114" w:rsidRPr="00912D3B" w:rsidRDefault="008B7114" w:rsidP="0094102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12D3B">
              <w:rPr>
                <w:rFonts w:ascii="Arial" w:hAnsi="Arial" w:cs="Arial"/>
                <w:sz w:val="20"/>
                <w:szCs w:val="20"/>
                <w:lang w:val="en-US"/>
              </w:rPr>
              <w:t>Time allowed</w:t>
            </w:r>
          </w:p>
        </w:tc>
        <w:tc>
          <w:tcPr>
            <w:tcW w:w="964" w:type="dxa"/>
            <w:shd w:val="clear" w:color="auto" w:fill="auto"/>
          </w:tcPr>
          <w:p w14:paraId="6A778350" w14:textId="77777777" w:rsidR="008B7114" w:rsidRPr="00912D3B" w:rsidRDefault="008B7114" w:rsidP="0094102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12D3B">
              <w:rPr>
                <w:rFonts w:ascii="Arial" w:hAnsi="Arial" w:cs="Arial"/>
                <w:sz w:val="20"/>
                <w:szCs w:val="20"/>
                <w:lang w:val="en-US"/>
              </w:rPr>
              <w:t>Time needed</w:t>
            </w:r>
          </w:p>
        </w:tc>
      </w:tr>
      <w:tr w:rsidR="008B7114" w:rsidRPr="00912D3B" w14:paraId="74D5B3B2" w14:textId="77777777" w:rsidTr="0094102A">
        <w:tc>
          <w:tcPr>
            <w:tcW w:w="1163" w:type="dxa"/>
            <w:shd w:val="clear" w:color="auto" w:fill="auto"/>
          </w:tcPr>
          <w:p w14:paraId="38D2CB8C" w14:textId="6673C980" w:rsidR="008B7114" w:rsidRPr="00912D3B" w:rsidRDefault="008B7114" w:rsidP="0094102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00095200 </w:t>
            </w:r>
          </w:p>
        </w:tc>
        <w:tc>
          <w:tcPr>
            <w:tcW w:w="6237" w:type="dxa"/>
            <w:shd w:val="clear" w:color="auto" w:fill="auto"/>
          </w:tcPr>
          <w:p w14:paraId="09D79EA4" w14:textId="32BE7081" w:rsidR="008B7114" w:rsidRPr="00912D3B" w:rsidRDefault="008B7114" w:rsidP="0094102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25.07.2023: </w:t>
            </w:r>
            <w:r w:rsidRPr="008B7114">
              <w:rPr>
                <w:rFonts w:ascii="Arial" w:hAnsi="Arial" w:cs="Arial"/>
                <w:sz w:val="20"/>
                <w:szCs w:val="20"/>
                <w:lang w:val="en-US"/>
              </w:rPr>
              <w:t>Disassembly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, Overhaul</w:t>
            </w:r>
          </w:p>
        </w:tc>
        <w:tc>
          <w:tcPr>
            <w:tcW w:w="992" w:type="dxa"/>
            <w:shd w:val="clear" w:color="auto" w:fill="auto"/>
          </w:tcPr>
          <w:p w14:paraId="2FEDB8D2" w14:textId="3159CD75" w:rsidR="008B7114" w:rsidRPr="00912D3B" w:rsidRDefault="008B7114" w:rsidP="0094102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9,6</w:t>
            </w:r>
          </w:p>
        </w:tc>
        <w:tc>
          <w:tcPr>
            <w:tcW w:w="964" w:type="dxa"/>
            <w:shd w:val="clear" w:color="auto" w:fill="auto"/>
          </w:tcPr>
          <w:p w14:paraId="4DD80F74" w14:textId="66FC7E3B" w:rsidR="008B7114" w:rsidRPr="00912D3B" w:rsidRDefault="008B7114" w:rsidP="0094102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9,6 </w:t>
            </w:r>
          </w:p>
        </w:tc>
      </w:tr>
      <w:tr w:rsidR="008B7114" w:rsidRPr="00912D3B" w14:paraId="71C00EAE" w14:textId="77777777" w:rsidTr="0094102A">
        <w:tc>
          <w:tcPr>
            <w:tcW w:w="1163" w:type="dxa"/>
            <w:shd w:val="clear" w:color="auto" w:fill="auto"/>
          </w:tcPr>
          <w:p w14:paraId="455BBCB5" w14:textId="3314B746" w:rsidR="008B7114" w:rsidRPr="00912D3B" w:rsidRDefault="008B7114" w:rsidP="0094102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00095206 </w:t>
            </w:r>
          </w:p>
        </w:tc>
        <w:tc>
          <w:tcPr>
            <w:tcW w:w="6237" w:type="dxa"/>
            <w:shd w:val="clear" w:color="auto" w:fill="auto"/>
          </w:tcPr>
          <w:p w14:paraId="6B634E22" w14:textId="59589658" w:rsidR="008B7114" w:rsidRPr="00912D3B" w:rsidRDefault="008B7114" w:rsidP="0094102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Overhaul Model with Retarder</w:t>
            </w:r>
          </w:p>
        </w:tc>
        <w:tc>
          <w:tcPr>
            <w:tcW w:w="992" w:type="dxa"/>
            <w:shd w:val="clear" w:color="auto" w:fill="auto"/>
          </w:tcPr>
          <w:p w14:paraId="5BB95B25" w14:textId="4270A691" w:rsidR="008B7114" w:rsidRPr="00912D3B" w:rsidRDefault="008B7114" w:rsidP="0094102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1,6 </w:t>
            </w:r>
          </w:p>
        </w:tc>
        <w:tc>
          <w:tcPr>
            <w:tcW w:w="964" w:type="dxa"/>
            <w:shd w:val="clear" w:color="auto" w:fill="auto"/>
          </w:tcPr>
          <w:p w14:paraId="70EA90C0" w14:textId="2F896755" w:rsidR="008B7114" w:rsidRPr="00912D3B" w:rsidRDefault="008B7114" w:rsidP="0094102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1,6 </w:t>
            </w:r>
          </w:p>
        </w:tc>
      </w:tr>
      <w:tr w:rsidR="008B7114" w:rsidRPr="00912D3B" w14:paraId="2C3C86CE" w14:textId="77777777" w:rsidTr="0094102A">
        <w:tc>
          <w:tcPr>
            <w:tcW w:w="1163" w:type="dxa"/>
            <w:shd w:val="clear" w:color="auto" w:fill="auto"/>
          </w:tcPr>
          <w:p w14:paraId="70003001" w14:textId="2FD1291B" w:rsidR="008B7114" w:rsidRPr="00912D3B" w:rsidRDefault="008B7114" w:rsidP="0094102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237" w:type="dxa"/>
            <w:shd w:val="clear" w:color="auto" w:fill="auto"/>
          </w:tcPr>
          <w:p w14:paraId="523E8DE0" w14:textId="480D4B77" w:rsidR="008B7114" w:rsidRPr="00912D3B" w:rsidRDefault="008B7114" w:rsidP="0094102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44D5996D" w14:textId="7ACBA524" w:rsidR="008B7114" w:rsidRPr="00912D3B" w:rsidRDefault="008B7114" w:rsidP="0094102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64" w:type="dxa"/>
            <w:shd w:val="clear" w:color="auto" w:fill="auto"/>
          </w:tcPr>
          <w:p w14:paraId="516BB646" w14:textId="5C0890AF" w:rsidR="008B7114" w:rsidRPr="00912D3B" w:rsidRDefault="008B7114" w:rsidP="0094102A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</w:tbl>
    <w:p w14:paraId="1F8D6ADA" w14:textId="47E8C987" w:rsidR="00454B0F" w:rsidRDefault="00454B0F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</w:p>
    <w:p w14:paraId="5FD6720D" w14:textId="77777777" w:rsidR="00454B0F" w:rsidRPr="00BA17AA" w:rsidRDefault="00454B0F" w:rsidP="00454B0F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highlight w:val="yellow"/>
          <w:lang w:val="en-US"/>
        </w:rPr>
      </w:pPr>
      <w:r w:rsidRPr="00E22072">
        <w:rPr>
          <w:rFonts w:ascii="Arial" w:hAnsi="Arial" w:cs="Arial"/>
          <w:b/>
          <w:bCs/>
          <w:sz w:val="20"/>
          <w:szCs w:val="20"/>
          <w:lang w:val="en-US"/>
        </w:rPr>
        <w:lastRenderedPageBreak/>
        <w:t>Correction: Cont.</w:t>
      </w:r>
      <w:r w:rsidRPr="00BA17AA">
        <w:rPr>
          <w:rFonts w:ascii="Arial" w:hAnsi="Arial" w:cs="Arial"/>
          <w:b/>
          <w:bCs/>
          <w:sz w:val="20"/>
          <w:szCs w:val="20"/>
          <w:highlight w:val="yellow"/>
          <w:lang w:val="en-US"/>
        </w:rPr>
        <w:br/>
      </w:r>
    </w:p>
    <w:p w14:paraId="48880E0B" w14:textId="5D21DCA1" w:rsidR="00FB5498" w:rsidRDefault="00454B0F" w:rsidP="00454B0F">
      <w:pPr>
        <w:rPr>
          <w:rFonts w:ascii="Arial" w:hAnsi="Arial" w:cs="Arial"/>
          <w:sz w:val="20"/>
          <w:szCs w:val="20"/>
          <w:lang w:val="en-US"/>
        </w:rPr>
      </w:pPr>
      <w:r w:rsidRPr="00E22072">
        <w:rPr>
          <w:rFonts w:ascii="Arial" w:hAnsi="Arial" w:cs="Arial"/>
          <w:b/>
          <w:bCs/>
          <w:sz w:val="20"/>
          <w:szCs w:val="20"/>
          <w:lang w:val="en-US"/>
        </w:rPr>
        <w:t xml:space="preserve">Tuesday, </w:t>
      </w:r>
      <w:r>
        <w:rPr>
          <w:rFonts w:ascii="Arial" w:hAnsi="Arial" w:cs="Arial"/>
          <w:b/>
          <w:bCs/>
          <w:sz w:val="20"/>
          <w:szCs w:val="20"/>
          <w:lang w:val="en-US"/>
        </w:rPr>
        <w:t>25.07.2023</w:t>
      </w:r>
      <w:r w:rsidRPr="00E22072">
        <w:rPr>
          <w:rFonts w:ascii="Arial" w:hAnsi="Arial" w:cs="Arial"/>
          <w:b/>
          <w:bCs/>
          <w:sz w:val="20"/>
          <w:szCs w:val="20"/>
          <w:lang w:val="en-US"/>
        </w:rPr>
        <w:t>:</w:t>
      </w:r>
      <w:r w:rsidRPr="00E22072">
        <w:rPr>
          <w:rFonts w:ascii="Arial" w:hAnsi="Arial" w:cs="Arial"/>
          <w:sz w:val="20"/>
          <w:szCs w:val="20"/>
          <w:lang w:val="en-US"/>
        </w:rPr>
        <w:t xml:space="preserve">  </w:t>
      </w:r>
      <w:r>
        <w:rPr>
          <w:rFonts w:ascii="Arial" w:hAnsi="Arial" w:cs="Arial"/>
          <w:sz w:val="20"/>
          <w:szCs w:val="20"/>
          <w:lang w:val="en-US"/>
        </w:rPr>
        <w:t xml:space="preserve">After arrival and customs clearance of new replacement transmission from Uzbekistan customs boarder, Distributor Customer Support- &amp; Training Mgr. Rolf Oerter flew to Tashkent in order to support our new dealer Global Industrial Solutions in their very first overhaul. </w:t>
      </w:r>
    </w:p>
    <w:p w14:paraId="37C874A3" w14:textId="1A62BA56" w:rsidR="00454B0F" w:rsidRDefault="00454B0F" w:rsidP="00454B0F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Just assuming from the previous clutch test result that the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the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C4 clutch piston </w:t>
      </w:r>
      <w:r w:rsidR="00EF1DB6">
        <w:rPr>
          <w:rFonts w:ascii="Arial" w:hAnsi="Arial" w:cs="Arial"/>
          <w:sz w:val="20"/>
          <w:szCs w:val="20"/>
          <w:lang w:val="en-US"/>
        </w:rPr>
        <w:t xml:space="preserve">was eventually leaking, he took the most basic seals, gaskets and C4 piston in the luggage. </w:t>
      </w:r>
    </w:p>
    <w:p w14:paraId="23009053" w14:textId="77777777" w:rsidR="00EF1DB6" w:rsidRDefault="00EF1DB6" w:rsidP="00454B0F">
      <w:pPr>
        <w:rPr>
          <w:rFonts w:ascii="Arial" w:hAnsi="Arial" w:cs="Arial"/>
          <w:sz w:val="20"/>
          <w:szCs w:val="20"/>
          <w:lang w:val="en-US"/>
        </w:rPr>
      </w:pPr>
    </w:p>
    <w:p w14:paraId="07811367" w14:textId="5D4F764C" w:rsidR="00EF1DB6" w:rsidRDefault="00EF1DB6" w:rsidP="00454B0F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Disassembled unit, found C4 piston lip ruptured. But C4 clutch friction- and reaction plates had already severely suffered and needs to being replaced too. </w:t>
      </w:r>
    </w:p>
    <w:p w14:paraId="02FD6225" w14:textId="45A7022D" w:rsidR="00EF1DB6" w:rsidRDefault="00EF1DB6" w:rsidP="00454B0F">
      <w:pPr>
        <w:rPr>
          <w:rFonts w:ascii="Arial" w:hAnsi="Arial" w:cs="Arial"/>
          <w:sz w:val="20"/>
          <w:szCs w:val="20"/>
          <w:lang w:val="en-US"/>
        </w:rPr>
      </w:pPr>
    </w:p>
    <w:p w14:paraId="1B54012A" w14:textId="330B5137" w:rsidR="0050684E" w:rsidRDefault="0050684E" w:rsidP="00454B0F">
      <w:pPr>
        <w:rPr>
          <w:rFonts w:ascii="Arial" w:hAnsi="Arial" w:cs="Arial"/>
          <w:sz w:val="20"/>
          <w:szCs w:val="20"/>
          <w:lang w:val="en-US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4824B5CA" wp14:editId="4EA3C588">
            <wp:simplePos x="0" y="0"/>
            <wp:positionH relativeFrom="column">
              <wp:posOffset>3048019</wp:posOffset>
            </wp:positionH>
            <wp:positionV relativeFrom="paragraph">
              <wp:posOffset>10342</wp:posOffset>
            </wp:positionV>
            <wp:extent cx="2531660" cy="1898881"/>
            <wp:effectExtent l="0" t="0" r="2540" b="6350"/>
            <wp:wrapTight wrapText="bothSides">
              <wp:wrapPolygon edited="0">
                <wp:start x="0" y="0"/>
                <wp:lineTo x="0" y="21456"/>
                <wp:lineTo x="21459" y="21456"/>
                <wp:lineTo x="21459" y="0"/>
                <wp:lineTo x="0" y="0"/>
              </wp:wrapPolygon>
            </wp:wrapTight>
            <wp:docPr id="1750709604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1660" cy="1898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t xml:space="preserve"> </w:t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2483DD40" wp14:editId="649199D5">
            <wp:simplePos x="0" y="0"/>
            <wp:positionH relativeFrom="column">
              <wp:posOffset>-1962</wp:posOffset>
            </wp:positionH>
            <wp:positionV relativeFrom="paragraph">
              <wp:posOffset>-1317</wp:posOffset>
            </wp:positionV>
            <wp:extent cx="2547400" cy="1910686"/>
            <wp:effectExtent l="0" t="0" r="5715" b="0"/>
            <wp:wrapTight wrapText="bothSides">
              <wp:wrapPolygon edited="0">
                <wp:start x="0" y="0"/>
                <wp:lineTo x="0" y="21327"/>
                <wp:lineTo x="21487" y="21327"/>
                <wp:lineTo x="21487" y="0"/>
                <wp:lineTo x="0" y="0"/>
              </wp:wrapPolygon>
            </wp:wrapTight>
            <wp:docPr id="170096155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7400" cy="1910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F2F6207" w14:textId="77777777" w:rsidR="0050684E" w:rsidRDefault="0050684E" w:rsidP="00454B0F">
      <w:pPr>
        <w:rPr>
          <w:rFonts w:ascii="Arial" w:hAnsi="Arial" w:cs="Arial"/>
          <w:sz w:val="20"/>
          <w:szCs w:val="20"/>
          <w:lang w:val="en-US"/>
        </w:rPr>
      </w:pPr>
    </w:p>
    <w:p w14:paraId="7C76F533" w14:textId="77777777" w:rsidR="0050684E" w:rsidRDefault="0050684E" w:rsidP="00454B0F">
      <w:pPr>
        <w:rPr>
          <w:rFonts w:ascii="Arial" w:hAnsi="Arial" w:cs="Arial"/>
          <w:sz w:val="20"/>
          <w:szCs w:val="20"/>
          <w:lang w:val="en-US"/>
        </w:rPr>
      </w:pPr>
    </w:p>
    <w:p w14:paraId="5B10D431" w14:textId="77777777" w:rsidR="0050684E" w:rsidRDefault="0050684E" w:rsidP="00454B0F">
      <w:pPr>
        <w:rPr>
          <w:rFonts w:ascii="Arial" w:hAnsi="Arial" w:cs="Arial"/>
          <w:sz w:val="20"/>
          <w:szCs w:val="20"/>
          <w:lang w:val="en-US"/>
        </w:rPr>
      </w:pPr>
    </w:p>
    <w:p w14:paraId="0B0E1426" w14:textId="77777777" w:rsidR="0050684E" w:rsidRDefault="0050684E" w:rsidP="00454B0F">
      <w:pPr>
        <w:rPr>
          <w:rFonts w:ascii="Arial" w:hAnsi="Arial" w:cs="Arial"/>
          <w:sz w:val="20"/>
          <w:szCs w:val="20"/>
          <w:lang w:val="en-US"/>
        </w:rPr>
      </w:pPr>
    </w:p>
    <w:p w14:paraId="0FA6302D" w14:textId="77777777" w:rsidR="00C360F3" w:rsidRDefault="00C360F3" w:rsidP="00454B0F">
      <w:pPr>
        <w:rPr>
          <w:rFonts w:ascii="Arial" w:hAnsi="Arial" w:cs="Arial"/>
          <w:sz w:val="20"/>
          <w:szCs w:val="20"/>
          <w:lang w:val="en-US"/>
        </w:rPr>
      </w:pPr>
    </w:p>
    <w:p w14:paraId="2035DE95" w14:textId="77777777" w:rsidR="00C360F3" w:rsidRDefault="00C360F3" w:rsidP="00454B0F">
      <w:pPr>
        <w:rPr>
          <w:rFonts w:ascii="Arial" w:hAnsi="Arial" w:cs="Arial"/>
          <w:sz w:val="20"/>
          <w:szCs w:val="20"/>
          <w:lang w:val="en-US"/>
        </w:rPr>
      </w:pPr>
    </w:p>
    <w:p w14:paraId="5F5D33D6" w14:textId="77777777" w:rsidR="00C360F3" w:rsidRDefault="00C360F3" w:rsidP="00454B0F">
      <w:pPr>
        <w:rPr>
          <w:rFonts w:ascii="Arial" w:hAnsi="Arial" w:cs="Arial"/>
          <w:sz w:val="20"/>
          <w:szCs w:val="20"/>
          <w:lang w:val="en-US"/>
        </w:rPr>
      </w:pPr>
    </w:p>
    <w:p w14:paraId="6221C4AD" w14:textId="77777777" w:rsidR="00C360F3" w:rsidRDefault="00C360F3" w:rsidP="00454B0F">
      <w:pPr>
        <w:rPr>
          <w:rFonts w:ascii="Arial" w:hAnsi="Arial" w:cs="Arial"/>
          <w:sz w:val="20"/>
          <w:szCs w:val="20"/>
          <w:lang w:val="en-US"/>
        </w:rPr>
      </w:pPr>
    </w:p>
    <w:p w14:paraId="7427D1F2" w14:textId="77777777" w:rsidR="00C360F3" w:rsidRDefault="00C360F3" w:rsidP="00454B0F">
      <w:pPr>
        <w:rPr>
          <w:rFonts w:ascii="Arial" w:hAnsi="Arial" w:cs="Arial"/>
          <w:sz w:val="20"/>
          <w:szCs w:val="20"/>
          <w:lang w:val="en-US"/>
        </w:rPr>
      </w:pPr>
    </w:p>
    <w:p w14:paraId="521DEEF9" w14:textId="77777777" w:rsidR="00C360F3" w:rsidRDefault="00C360F3" w:rsidP="00454B0F">
      <w:pPr>
        <w:rPr>
          <w:rFonts w:ascii="Arial" w:hAnsi="Arial" w:cs="Arial"/>
          <w:sz w:val="20"/>
          <w:szCs w:val="20"/>
          <w:lang w:val="en-US"/>
        </w:rPr>
      </w:pPr>
    </w:p>
    <w:p w14:paraId="16020FE9" w14:textId="77777777" w:rsidR="00C360F3" w:rsidRDefault="00C360F3" w:rsidP="00454B0F">
      <w:pPr>
        <w:rPr>
          <w:rFonts w:ascii="Arial" w:hAnsi="Arial" w:cs="Arial"/>
          <w:sz w:val="20"/>
          <w:szCs w:val="20"/>
          <w:lang w:val="en-US"/>
        </w:rPr>
      </w:pPr>
    </w:p>
    <w:p w14:paraId="0A2F47B0" w14:textId="77777777" w:rsidR="00C360F3" w:rsidRDefault="00C360F3" w:rsidP="00454B0F">
      <w:pPr>
        <w:rPr>
          <w:rFonts w:ascii="Arial" w:hAnsi="Arial" w:cs="Arial"/>
          <w:sz w:val="20"/>
          <w:szCs w:val="20"/>
          <w:lang w:val="en-US"/>
        </w:rPr>
      </w:pPr>
    </w:p>
    <w:p w14:paraId="2542B354" w14:textId="77777777" w:rsidR="00C360F3" w:rsidRDefault="00C360F3" w:rsidP="00454B0F">
      <w:pPr>
        <w:rPr>
          <w:rFonts w:ascii="Arial" w:hAnsi="Arial" w:cs="Arial"/>
          <w:sz w:val="20"/>
          <w:szCs w:val="20"/>
          <w:lang w:val="en-US"/>
        </w:rPr>
      </w:pPr>
    </w:p>
    <w:p w14:paraId="426FFE6B" w14:textId="77777777" w:rsidR="00C360F3" w:rsidRDefault="00C360F3" w:rsidP="00454B0F">
      <w:pPr>
        <w:rPr>
          <w:rFonts w:ascii="Arial" w:hAnsi="Arial" w:cs="Arial"/>
          <w:sz w:val="20"/>
          <w:szCs w:val="20"/>
          <w:lang w:val="en-US"/>
        </w:rPr>
      </w:pPr>
    </w:p>
    <w:p w14:paraId="17508F2E" w14:textId="77777777" w:rsidR="00C360F3" w:rsidRDefault="00C360F3" w:rsidP="00454B0F">
      <w:pPr>
        <w:rPr>
          <w:rFonts w:ascii="Arial" w:hAnsi="Arial" w:cs="Arial"/>
          <w:sz w:val="20"/>
          <w:szCs w:val="20"/>
          <w:lang w:val="en-US"/>
        </w:rPr>
      </w:pPr>
    </w:p>
    <w:p w14:paraId="5704EF06" w14:textId="21B5AB4E" w:rsidR="00C360F3" w:rsidRDefault="00C360F3" w:rsidP="00454B0F">
      <w:pPr>
        <w:rPr>
          <w:rFonts w:ascii="Arial" w:hAnsi="Arial" w:cs="Arial"/>
          <w:sz w:val="20"/>
          <w:szCs w:val="20"/>
          <w:lang w:val="en-US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21727E3B" wp14:editId="6A5821DB">
            <wp:simplePos x="0" y="0"/>
            <wp:positionH relativeFrom="column">
              <wp:posOffset>2591113</wp:posOffset>
            </wp:positionH>
            <wp:positionV relativeFrom="paragraph">
              <wp:posOffset>3109</wp:posOffset>
            </wp:positionV>
            <wp:extent cx="1392071" cy="1856095"/>
            <wp:effectExtent l="0" t="0" r="0" b="0"/>
            <wp:wrapTight wrapText="bothSides">
              <wp:wrapPolygon edited="0">
                <wp:start x="0" y="0"/>
                <wp:lineTo x="0" y="21290"/>
                <wp:lineTo x="21285" y="21290"/>
                <wp:lineTo x="21285" y="0"/>
                <wp:lineTo x="0" y="0"/>
              </wp:wrapPolygon>
            </wp:wrapTight>
            <wp:docPr id="504254992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2071" cy="185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39E0BF83" wp14:editId="794787FB">
            <wp:extent cx="1351128" cy="1801504"/>
            <wp:effectExtent l="0" t="0" r="1905" b="8255"/>
            <wp:docPr id="472774960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066" cy="1812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drawing>
          <wp:anchor distT="0" distB="0" distL="114300" distR="114300" simplePos="0" relativeHeight="251664384" behindDoc="1" locked="0" layoutInCell="1" allowOverlap="1" wp14:anchorId="6D7A2659" wp14:editId="6EB56CF6">
            <wp:simplePos x="0" y="0"/>
            <wp:positionH relativeFrom="column">
              <wp:posOffset>-1962</wp:posOffset>
            </wp:positionH>
            <wp:positionV relativeFrom="paragraph">
              <wp:posOffset>3109</wp:posOffset>
            </wp:positionV>
            <wp:extent cx="2501911" cy="1876567"/>
            <wp:effectExtent l="0" t="0" r="0" b="9525"/>
            <wp:wrapTight wrapText="bothSides">
              <wp:wrapPolygon edited="0">
                <wp:start x="0" y="0"/>
                <wp:lineTo x="0" y="21490"/>
                <wp:lineTo x="21381" y="21490"/>
                <wp:lineTo x="21381" y="0"/>
                <wp:lineTo x="0" y="0"/>
              </wp:wrapPolygon>
            </wp:wrapTight>
            <wp:docPr id="139151460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11" cy="1876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51233A1" w14:textId="77777777" w:rsidR="00C360F3" w:rsidRDefault="00C360F3" w:rsidP="00454B0F">
      <w:pPr>
        <w:rPr>
          <w:rFonts w:ascii="Arial" w:hAnsi="Arial" w:cs="Arial"/>
          <w:sz w:val="20"/>
          <w:szCs w:val="20"/>
          <w:lang w:val="en-US"/>
        </w:rPr>
      </w:pPr>
    </w:p>
    <w:p w14:paraId="2EBD2C5C" w14:textId="77777777" w:rsidR="00C360F3" w:rsidRDefault="00C360F3" w:rsidP="00454B0F">
      <w:pPr>
        <w:rPr>
          <w:rFonts w:ascii="Arial" w:hAnsi="Arial" w:cs="Arial"/>
          <w:sz w:val="20"/>
          <w:szCs w:val="20"/>
          <w:lang w:val="en-US"/>
        </w:rPr>
      </w:pPr>
    </w:p>
    <w:p w14:paraId="3160E40D" w14:textId="77777777" w:rsidR="00C360F3" w:rsidRDefault="00C360F3" w:rsidP="00400E19">
      <w:pPr>
        <w:pStyle w:val="Listenabsatz"/>
        <w:numPr>
          <w:ilvl w:val="0"/>
          <w:numId w:val="11"/>
        </w:numPr>
        <w:rPr>
          <w:rFonts w:ascii="Arial" w:hAnsi="Arial" w:cs="Arial"/>
          <w:sz w:val="20"/>
          <w:szCs w:val="20"/>
          <w:lang w:val="en-US"/>
        </w:rPr>
      </w:pPr>
      <w:r w:rsidRPr="00C360F3">
        <w:rPr>
          <w:rFonts w:ascii="Arial" w:hAnsi="Arial" w:cs="Arial"/>
          <w:sz w:val="20"/>
          <w:szCs w:val="20"/>
          <w:lang w:val="en-US"/>
        </w:rPr>
        <w:t xml:space="preserve">The ruptured segment of the C4 piston lip was found in the suction screen. </w:t>
      </w:r>
    </w:p>
    <w:p w14:paraId="3128DCDB" w14:textId="44266B2A" w:rsidR="00C360F3" w:rsidRPr="00C360F3" w:rsidRDefault="00C360F3" w:rsidP="00400E19">
      <w:pPr>
        <w:pStyle w:val="Listenabsatz"/>
        <w:numPr>
          <w:ilvl w:val="0"/>
          <w:numId w:val="11"/>
        </w:numPr>
        <w:rPr>
          <w:rFonts w:ascii="Arial" w:hAnsi="Arial" w:cs="Arial"/>
          <w:sz w:val="20"/>
          <w:szCs w:val="20"/>
          <w:lang w:val="en-US"/>
        </w:rPr>
      </w:pPr>
      <w:r w:rsidRPr="00C360F3">
        <w:rPr>
          <w:rFonts w:ascii="Arial" w:hAnsi="Arial" w:cs="Arial"/>
          <w:sz w:val="20"/>
          <w:szCs w:val="20"/>
          <w:lang w:val="en-US"/>
        </w:rPr>
        <w:t>No</w:t>
      </w:r>
      <w:r>
        <w:rPr>
          <w:rFonts w:ascii="Arial" w:hAnsi="Arial" w:cs="Arial"/>
          <w:sz w:val="20"/>
          <w:szCs w:val="20"/>
          <w:lang w:val="en-US"/>
        </w:rPr>
        <w:t xml:space="preserve"> evidence of coolant or water. No corrosion.</w:t>
      </w:r>
    </w:p>
    <w:p w14:paraId="7FDBA21D" w14:textId="77777777" w:rsidR="00C360F3" w:rsidRDefault="00C360F3" w:rsidP="00454B0F">
      <w:pPr>
        <w:rPr>
          <w:rFonts w:ascii="Arial" w:hAnsi="Arial" w:cs="Arial"/>
          <w:sz w:val="20"/>
          <w:szCs w:val="20"/>
          <w:lang w:val="en-US"/>
        </w:rPr>
      </w:pPr>
    </w:p>
    <w:p w14:paraId="1450892D" w14:textId="77777777" w:rsidR="00C360F3" w:rsidRDefault="00C360F3" w:rsidP="00454B0F">
      <w:pPr>
        <w:rPr>
          <w:rFonts w:ascii="Arial" w:hAnsi="Arial" w:cs="Arial"/>
          <w:sz w:val="20"/>
          <w:szCs w:val="20"/>
          <w:lang w:val="en-US"/>
        </w:rPr>
      </w:pPr>
    </w:p>
    <w:p w14:paraId="2CACD3EE" w14:textId="2A5B86D6" w:rsidR="00EF1DB6" w:rsidRDefault="00EF1DB6" w:rsidP="00454B0F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Ordered new parts.</w:t>
      </w:r>
    </w:p>
    <w:p w14:paraId="2CED7F94" w14:textId="77777777" w:rsidR="00EF1DB6" w:rsidRDefault="00EF1DB6" w:rsidP="00454B0F">
      <w:pPr>
        <w:rPr>
          <w:rFonts w:ascii="Arial" w:hAnsi="Arial" w:cs="Arial"/>
          <w:sz w:val="20"/>
          <w:szCs w:val="20"/>
          <w:lang w:val="en-US"/>
        </w:rPr>
      </w:pPr>
    </w:p>
    <w:p w14:paraId="0371C40B" w14:textId="46D2AC72" w:rsidR="00EF1DB6" w:rsidRDefault="00EF1DB6" w:rsidP="00454B0F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Overhaul to being continued when new clutch plates will be on stock at new dealer at Tashkent. </w:t>
      </w:r>
    </w:p>
    <w:p w14:paraId="3E6B0A27" w14:textId="77777777" w:rsidR="00F86E9B" w:rsidRDefault="00F86E9B" w:rsidP="00454B0F">
      <w:pPr>
        <w:rPr>
          <w:rFonts w:ascii="Arial" w:hAnsi="Arial" w:cs="Arial"/>
          <w:sz w:val="20"/>
          <w:szCs w:val="20"/>
          <w:lang w:val="en-US"/>
        </w:rPr>
      </w:pPr>
    </w:p>
    <w:p w14:paraId="36433BCE" w14:textId="77777777" w:rsidR="00F86E9B" w:rsidRDefault="00F86E9B" w:rsidP="00454B0F">
      <w:pPr>
        <w:rPr>
          <w:rFonts w:ascii="Arial" w:hAnsi="Arial" w:cs="Arial"/>
          <w:sz w:val="20"/>
          <w:szCs w:val="20"/>
          <w:lang w:val="en-US"/>
        </w:rPr>
      </w:pPr>
    </w:p>
    <w:p w14:paraId="36DF69FB" w14:textId="24C3414A" w:rsidR="00F86E9B" w:rsidRDefault="00F86E9B" w:rsidP="00454B0F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Rolf Oerter,</w:t>
      </w:r>
    </w:p>
    <w:p w14:paraId="4AD668D8" w14:textId="77777777" w:rsidR="00F86E9B" w:rsidRPr="00F86E9B" w:rsidRDefault="00F86E9B" w:rsidP="00454B0F">
      <w:pPr>
        <w:rPr>
          <w:rFonts w:ascii="Arial" w:hAnsi="Arial" w:cs="Arial"/>
          <w:sz w:val="20"/>
          <w:szCs w:val="20"/>
        </w:rPr>
      </w:pPr>
      <w:r w:rsidRPr="00F86E9B">
        <w:rPr>
          <w:rFonts w:ascii="Arial" w:hAnsi="Arial" w:cs="Arial"/>
          <w:sz w:val="20"/>
          <w:szCs w:val="20"/>
        </w:rPr>
        <w:t>Customer Support Manager,</w:t>
      </w:r>
    </w:p>
    <w:p w14:paraId="7F7E9526" w14:textId="0DF6A9A2" w:rsidR="00F86E9B" w:rsidRPr="00F86E9B" w:rsidRDefault="00F86E9B" w:rsidP="00454B0F">
      <w:pPr>
        <w:rPr>
          <w:rFonts w:ascii="Arial" w:hAnsi="Arial" w:cs="Arial"/>
          <w:sz w:val="20"/>
          <w:szCs w:val="20"/>
        </w:rPr>
      </w:pPr>
      <w:r w:rsidRPr="00F86E9B">
        <w:rPr>
          <w:rFonts w:ascii="Arial" w:hAnsi="Arial" w:cs="Arial"/>
          <w:sz w:val="20"/>
          <w:szCs w:val="20"/>
        </w:rPr>
        <w:t>DGS Diesel- und Getriebeservice GmbH</w:t>
      </w:r>
    </w:p>
    <w:p w14:paraId="7CFFA095" w14:textId="4D491DF7" w:rsidR="00F86E9B" w:rsidRDefault="00F86E9B" w:rsidP="00454B0F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Allison Transmission Distributor Germany and CIS countries,</w:t>
      </w:r>
    </w:p>
    <w:p w14:paraId="5520F1F1" w14:textId="77777777" w:rsidR="00F86E9B" w:rsidRDefault="00F86E9B" w:rsidP="00454B0F">
      <w:pPr>
        <w:rPr>
          <w:rFonts w:ascii="Arial" w:hAnsi="Arial" w:cs="Arial"/>
          <w:sz w:val="20"/>
          <w:szCs w:val="20"/>
          <w:lang w:val="en-US"/>
        </w:rPr>
      </w:pPr>
    </w:p>
    <w:p w14:paraId="37FDC624" w14:textId="2EDD117E" w:rsidR="00F86E9B" w:rsidRPr="002C7E34" w:rsidRDefault="00F86E9B" w:rsidP="00454B0F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29.08.2023</w:t>
      </w:r>
    </w:p>
    <w:sectPr w:rsidR="00F86E9B" w:rsidRPr="002C7E34" w:rsidSect="007969C8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A01F2"/>
    <w:multiLevelType w:val="hybridMultilevel"/>
    <w:tmpl w:val="83B402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61088"/>
    <w:multiLevelType w:val="hybridMultilevel"/>
    <w:tmpl w:val="E6B2DBDE"/>
    <w:lvl w:ilvl="0" w:tplc="0407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" w15:restartNumberingAfterBreak="0">
    <w:nsid w:val="022C09E6"/>
    <w:multiLevelType w:val="hybridMultilevel"/>
    <w:tmpl w:val="4406082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ED3D03"/>
    <w:multiLevelType w:val="hybridMultilevel"/>
    <w:tmpl w:val="97424908"/>
    <w:lvl w:ilvl="0" w:tplc="74CE9DB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5A0ACB"/>
    <w:multiLevelType w:val="hybridMultilevel"/>
    <w:tmpl w:val="703623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8134D3"/>
    <w:multiLevelType w:val="hybridMultilevel"/>
    <w:tmpl w:val="72E41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4D804F4"/>
    <w:multiLevelType w:val="hybridMultilevel"/>
    <w:tmpl w:val="E2F470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E62F36"/>
    <w:multiLevelType w:val="hybridMultilevel"/>
    <w:tmpl w:val="F79E323C"/>
    <w:lvl w:ilvl="0" w:tplc="74CE9DB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D83BD8"/>
    <w:multiLevelType w:val="hybridMultilevel"/>
    <w:tmpl w:val="1D4E7A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A351B6"/>
    <w:multiLevelType w:val="hybridMultilevel"/>
    <w:tmpl w:val="F822D0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3D4841"/>
    <w:multiLevelType w:val="hybridMultilevel"/>
    <w:tmpl w:val="4ECC62EE"/>
    <w:lvl w:ilvl="0" w:tplc="1098E1B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45450349">
    <w:abstractNumId w:val="10"/>
  </w:num>
  <w:num w:numId="2" w16cid:durableId="782500180">
    <w:abstractNumId w:val="2"/>
  </w:num>
  <w:num w:numId="3" w16cid:durableId="770079617">
    <w:abstractNumId w:val="1"/>
  </w:num>
  <w:num w:numId="4" w16cid:durableId="380061245">
    <w:abstractNumId w:val="0"/>
  </w:num>
  <w:num w:numId="5" w16cid:durableId="84112043">
    <w:abstractNumId w:val="9"/>
  </w:num>
  <w:num w:numId="6" w16cid:durableId="604113869">
    <w:abstractNumId w:val="4"/>
  </w:num>
  <w:num w:numId="7" w16cid:durableId="2024354744">
    <w:abstractNumId w:val="6"/>
  </w:num>
  <w:num w:numId="8" w16cid:durableId="1330133397">
    <w:abstractNumId w:val="5"/>
  </w:num>
  <w:num w:numId="9" w16cid:durableId="440957348">
    <w:abstractNumId w:val="8"/>
  </w:num>
  <w:num w:numId="10" w16cid:durableId="1027947094">
    <w:abstractNumId w:val="7"/>
  </w:num>
  <w:num w:numId="11" w16cid:durableId="15563561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495"/>
    <w:rsid w:val="00001C8E"/>
    <w:rsid w:val="00013636"/>
    <w:rsid w:val="00022609"/>
    <w:rsid w:val="00025A35"/>
    <w:rsid w:val="000330C0"/>
    <w:rsid w:val="00053988"/>
    <w:rsid w:val="00070A1F"/>
    <w:rsid w:val="000806A3"/>
    <w:rsid w:val="000B262D"/>
    <w:rsid w:val="000F0775"/>
    <w:rsid w:val="001000BA"/>
    <w:rsid w:val="00146F5A"/>
    <w:rsid w:val="001B1621"/>
    <w:rsid w:val="002035AA"/>
    <w:rsid w:val="0020380B"/>
    <w:rsid w:val="00211886"/>
    <w:rsid w:val="002432A5"/>
    <w:rsid w:val="00257795"/>
    <w:rsid w:val="00270979"/>
    <w:rsid w:val="00271D47"/>
    <w:rsid w:val="002C7E34"/>
    <w:rsid w:val="0034289E"/>
    <w:rsid w:val="00366BC9"/>
    <w:rsid w:val="0037657A"/>
    <w:rsid w:val="00391E69"/>
    <w:rsid w:val="00394FBA"/>
    <w:rsid w:val="003B2495"/>
    <w:rsid w:val="003B436A"/>
    <w:rsid w:val="003D79A0"/>
    <w:rsid w:val="003E287E"/>
    <w:rsid w:val="003E73BB"/>
    <w:rsid w:val="00412E81"/>
    <w:rsid w:val="00454B0F"/>
    <w:rsid w:val="00463133"/>
    <w:rsid w:val="00472250"/>
    <w:rsid w:val="004A02EC"/>
    <w:rsid w:val="004B709E"/>
    <w:rsid w:val="004C0695"/>
    <w:rsid w:val="004C1934"/>
    <w:rsid w:val="004E7124"/>
    <w:rsid w:val="004E7849"/>
    <w:rsid w:val="0050684E"/>
    <w:rsid w:val="00507AC2"/>
    <w:rsid w:val="00556029"/>
    <w:rsid w:val="005967E0"/>
    <w:rsid w:val="005D51B9"/>
    <w:rsid w:val="005D7075"/>
    <w:rsid w:val="00632848"/>
    <w:rsid w:val="0065737B"/>
    <w:rsid w:val="00667A8E"/>
    <w:rsid w:val="0067162E"/>
    <w:rsid w:val="006858CB"/>
    <w:rsid w:val="006A12D3"/>
    <w:rsid w:val="006E07F0"/>
    <w:rsid w:val="00710AD7"/>
    <w:rsid w:val="00744D6A"/>
    <w:rsid w:val="00763EC5"/>
    <w:rsid w:val="007969C8"/>
    <w:rsid w:val="00812B0C"/>
    <w:rsid w:val="00820586"/>
    <w:rsid w:val="00840351"/>
    <w:rsid w:val="00862AB1"/>
    <w:rsid w:val="00874BB4"/>
    <w:rsid w:val="00881C44"/>
    <w:rsid w:val="00893F3C"/>
    <w:rsid w:val="008B7114"/>
    <w:rsid w:val="008C664A"/>
    <w:rsid w:val="00912D3B"/>
    <w:rsid w:val="00924D0B"/>
    <w:rsid w:val="009343DA"/>
    <w:rsid w:val="009A23EE"/>
    <w:rsid w:val="009D0D06"/>
    <w:rsid w:val="00A14BBB"/>
    <w:rsid w:val="00A17456"/>
    <w:rsid w:val="00A367E0"/>
    <w:rsid w:val="00A4750F"/>
    <w:rsid w:val="00A656F9"/>
    <w:rsid w:val="00A83BA2"/>
    <w:rsid w:val="00AB4CC6"/>
    <w:rsid w:val="00AD0041"/>
    <w:rsid w:val="00B16374"/>
    <w:rsid w:val="00B53A39"/>
    <w:rsid w:val="00B72E22"/>
    <w:rsid w:val="00B852F8"/>
    <w:rsid w:val="00B876A2"/>
    <w:rsid w:val="00B926F6"/>
    <w:rsid w:val="00B92A64"/>
    <w:rsid w:val="00BB1F03"/>
    <w:rsid w:val="00BF1629"/>
    <w:rsid w:val="00C27E56"/>
    <w:rsid w:val="00C34F0A"/>
    <w:rsid w:val="00C360F3"/>
    <w:rsid w:val="00C474D4"/>
    <w:rsid w:val="00C8385E"/>
    <w:rsid w:val="00C86384"/>
    <w:rsid w:val="00CA08F7"/>
    <w:rsid w:val="00CD2989"/>
    <w:rsid w:val="00CF0C2E"/>
    <w:rsid w:val="00CF1EF4"/>
    <w:rsid w:val="00CF3ECB"/>
    <w:rsid w:val="00D52F89"/>
    <w:rsid w:val="00D5751E"/>
    <w:rsid w:val="00DA68B8"/>
    <w:rsid w:val="00DB257A"/>
    <w:rsid w:val="00DD4416"/>
    <w:rsid w:val="00DE46D0"/>
    <w:rsid w:val="00E026CB"/>
    <w:rsid w:val="00E22072"/>
    <w:rsid w:val="00E2222D"/>
    <w:rsid w:val="00E568BA"/>
    <w:rsid w:val="00E76CBD"/>
    <w:rsid w:val="00EA3FBB"/>
    <w:rsid w:val="00EA5905"/>
    <w:rsid w:val="00ED1C05"/>
    <w:rsid w:val="00EF1DB6"/>
    <w:rsid w:val="00F72AFE"/>
    <w:rsid w:val="00F86E9B"/>
    <w:rsid w:val="00FA1E1F"/>
    <w:rsid w:val="00FB5498"/>
    <w:rsid w:val="00FC0A78"/>
    <w:rsid w:val="00FC628C"/>
    <w:rsid w:val="00FD034D"/>
    <w:rsid w:val="00FE3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|"/>
  <w14:docId w14:val="4BF776EC"/>
  <w15:docId w15:val="{413E90E3-727A-4BBD-A44E-108E12E6D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  <w:lang w:eastAsia="ru-RU"/>
    </w:rPr>
  </w:style>
  <w:style w:type="paragraph" w:styleId="berschrift1">
    <w:name w:val="heading 1"/>
    <w:basedOn w:val="Standard"/>
    <w:next w:val="Standard"/>
    <w:link w:val="berschrift1Zchn"/>
    <w:qFormat/>
    <w:rsid w:val="00271D47"/>
    <w:pPr>
      <w:keepNext/>
      <w:autoSpaceDE w:val="0"/>
      <w:autoSpaceDN w:val="0"/>
      <w:adjustRightInd w:val="0"/>
      <w:outlineLvl w:val="0"/>
    </w:pPr>
    <w:rPr>
      <w:rFonts w:ascii="Arial" w:hAnsi="Arial"/>
      <w:b/>
      <w:color w:val="1B1C20"/>
      <w:sz w:val="20"/>
      <w:szCs w:val="28"/>
      <w:lang w:val="en-GB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5D7075"/>
    <w:rPr>
      <w:color w:val="0000FF"/>
      <w:u w:val="single"/>
    </w:rPr>
  </w:style>
  <w:style w:type="paragraph" w:customStyle="1" w:styleId="TabellenInhalt">
    <w:name w:val="Tabellen Inhalt"/>
    <w:basedOn w:val="Textkrper"/>
    <w:rsid w:val="005D7075"/>
    <w:pPr>
      <w:widowControl w:val="0"/>
      <w:suppressLineNumbers/>
      <w:suppressAutoHyphens/>
    </w:pPr>
    <w:rPr>
      <w:rFonts w:eastAsia="Lucida Sans Unicode"/>
    </w:rPr>
  </w:style>
  <w:style w:type="paragraph" w:styleId="Textkrper">
    <w:name w:val="Body Text"/>
    <w:basedOn w:val="Standard"/>
    <w:rsid w:val="005D7075"/>
    <w:pPr>
      <w:spacing w:after="120"/>
    </w:pPr>
  </w:style>
  <w:style w:type="character" w:customStyle="1" w:styleId="berschrift1Zchn">
    <w:name w:val="Überschrift 1 Zchn"/>
    <w:link w:val="berschrift1"/>
    <w:rsid w:val="00271D47"/>
    <w:rPr>
      <w:rFonts w:ascii="Arial" w:hAnsi="Arial"/>
      <w:b/>
      <w:color w:val="1B1C20"/>
      <w:szCs w:val="28"/>
      <w:lang w:val="en-GB"/>
    </w:rPr>
  </w:style>
  <w:style w:type="paragraph" w:customStyle="1" w:styleId="Default">
    <w:name w:val="Default"/>
    <w:rsid w:val="00271D47"/>
    <w:pPr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FB5498"/>
    <w:pPr>
      <w:ind w:left="708"/>
    </w:pPr>
  </w:style>
  <w:style w:type="paragraph" w:styleId="Sprechblasentext">
    <w:name w:val="Balloon Text"/>
    <w:basedOn w:val="Standard"/>
    <w:link w:val="SprechblasentextZchn"/>
    <w:rsid w:val="00DB257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DB257A"/>
    <w:rPr>
      <w:rFonts w:ascii="Tahoma" w:hAnsi="Tahoma" w:cs="Tahoma"/>
      <w:sz w:val="16"/>
      <w:szCs w:val="16"/>
      <w:lang w:val="ru-RU" w:eastAsia="ru-RU"/>
    </w:rPr>
  </w:style>
  <w:style w:type="paragraph" w:styleId="StandardWeb">
    <w:name w:val="Normal (Web)"/>
    <w:basedOn w:val="Standard"/>
    <w:rsid w:val="004E7849"/>
    <w:pPr>
      <w:spacing w:before="100" w:beforeAutospacing="1" w:after="100" w:afterAutospacing="1"/>
    </w:pPr>
  </w:style>
  <w:style w:type="paragraph" w:customStyle="1" w:styleId="indent1">
    <w:name w:val="indent1"/>
    <w:basedOn w:val="Standard"/>
    <w:rsid w:val="004E784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9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hyperlink" Target="mailto:yangweih@yutong.com" TargetMode="External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roerter@dgs-mainz.com" TargetMode="External"/><Relationship Id="rId11" Type="http://schemas.openxmlformats.org/officeDocument/2006/relationships/image" Target="media/image5.jpeg"/><Relationship Id="rId5" Type="http://schemas.openxmlformats.org/officeDocument/2006/relationships/image" Target="media/image1.jpeg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Oerter_20180305\PRODUCT%20SUPPORT\DGS\B&#252;roorga\Berichte\Vorlagen\Service%20Report%20DGS%20RO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Service Report DGS ROe.dotx</Template>
  <TotalTime>0</TotalTime>
  <Pages>4</Pages>
  <Words>894</Words>
  <Characters>5638</Characters>
  <Application>Microsoft Office Word</Application>
  <DocSecurity>0</DocSecurity>
  <Lines>46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Complaint:</vt:lpstr>
      <vt:lpstr>Complaint:</vt:lpstr>
    </vt:vector>
  </TitlesOfParts>
  <Company>505.ru</Company>
  <LinksUpToDate>false</LinksUpToDate>
  <CharactersWithSpaces>6519</CharactersWithSpaces>
  <SharedDoc>false</SharedDoc>
  <HLinks>
    <vt:vector size="12" baseType="variant">
      <vt:variant>
        <vt:i4>44</vt:i4>
      </vt:variant>
      <vt:variant>
        <vt:i4>3</vt:i4>
      </vt:variant>
      <vt:variant>
        <vt:i4>0</vt:i4>
      </vt:variant>
      <vt:variant>
        <vt:i4>5</vt:i4>
      </vt:variant>
      <vt:variant>
        <vt:lpwstr>mailto:belaz@bel.biz</vt:lpwstr>
      </vt:variant>
      <vt:variant>
        <vt:lpwstr/>
      </vt:variant>
      <vt:variant>
        <vt:i4>1310838</vt:i4>
      </vt:variant>
      <vt:variant>
        <vt:i4>0</vt:i4>
      </vt:variant>
      <vt:variant>
        <vt:i4>0</vt:i4>
      </vt:variant>
      <vt:variant>
        <vt:i4>5</vt:i4>
      </vt:variant>
      <vt:variant>
        <vt:lpwstr>mailto:roerter@dgs-mainz.com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Complaint:</dc:title>
  <dc:creator>Rolf Oerter</dc:creator>
  <cp:lastModifiedBy>Rolf Oerter</cp:lastModifiedBy>
  <cp:revision>23</cp:revision>
  <cp:lastPrinted>2023-08-30T20:05:00Z</cp:lastPrinted>
  <dcterms:created xsi:type="dcterms:W3CDTF">2023-06-05T11:51:00Z</dcterms:created>
  <dcterms:modified xsi:type="dcterms:W3CDTF">2023-08-30T20:11:00Z</dcterms:modified>
</cp:coreProperties>
</file>